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A7204" w14:textId="77777777" w:rsidR="00275379" w:rsidRPr="005926A8" w:rsidRDefault="00275379" w:rsidP="00EF36F7">
      <w:pPr>
        <w:widowControl w:val="0"/>
        <w:spacing w:after="0" w:line="240" w:lineRule="auto"/>
        <w:ind w:left="5670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b/>
          <w:sz w:val="28"/>
          <w:szCs w:val="28"/>
        </w:rPr>
        <w:t>Приложение № 12</w:t>
      </w:r>
      <w:r w:rsidRPr="005926A8">
        <w:rPr>
          <w:rFonts w:ascii="Proxima Nova ExCn Rg" w:hAnsi="Proxima Nova ExCn Rg"/>
          <w:sz w:val="28"/>
          <w:szCs w:val="28"/>
        </w:rPr>
        <w:br/>
        <w:t>к Единому Положению о закупке Государственной корпорации «Ростех»</w:t>
      </w:r>
    </w:p>
    <w:p w14:paraId="32646858" w14:textId="77777777" w:rsidR="00275379" w:rsidRPr="005926A8" w:rsidRDefault="0027537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5103C9B7" w14:textId="77777777" w:rsidR="00275379" w:rsidRPr="005926A8" w:rsidRDefault="0027537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195E51D7" w14:textId="77777777" w:rsidR="003B4259" w:rsidRPr="005926A8" w:rsidRDefault="003B4259" w:rsidP="00EF36F7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5926A8">
        <w:rPr>
          <w:rFonts w:ascii="Proxima Nova ExCn Rg" w:hAnsi="Proxima Nova ExCn Rg"/>
          <w:sz w:val="30"/>
          <w:szCs w:val="30"/>
        </w:rPr>
        <w:t>ПОРЯДОК</w:t>
      </w:r>
    </w:p>
    <w:p w14:paraId="52766F35" w14:textId="77777777" w:rsidR="003B4259" w:rsidRPr="005926A8" w:rsidRDefault="003B4259" w:rsidP="00EF36F7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5926A8">
        <w:rPr>
          <w:rFonts w:ascii="Proxima Nova ExCn Rg" w:hAnsi="Proxima Nova ExCn Rg"/>
          <w:sz w:val="30"/>
          <w:szCs w:val="30"/>
        </w:rPr>
        <w:t>ОПРЕДЕЛЕНИЯ ПЕРЕЧНЯ ПОСТАВЩИКОВ, ПРИГЛАШАЕМЫХ ДЛЯ УЧАСТИЯ В ЗАКУПКАХ,</w:t>
      </w:r>
    </w:p>
    <w:p w14:paraId="249536BF" w14:textId="777509DB" w:rsidR="003B4259" w:rsidRPr="005926A8" w:rsidRDefault="003B4259" w:rsidP="00EF36F7">
      <w:pPr>
        <w:pStyle w:val="ConsPlusTitle"/>
        <w:jc w:val="center"/>
        <w:rPr>
          <w:rFonts w:ascii="Proxima Nova ExCn Rg" w:hAnsi="Proxima Nova ExCn Rg"/>
          <w:sz w:val="30"/>
          <w:szCs w:val="30"/>
        </w:rPr>
      </w:pPr>
      <w:r w:rsidRPr="005926A8">
        <w:rPr>
          <w:rFonts w:ascii="Proxima Nova ExCn Rg" w:hAnsi="Proxima Nova ExCn Rg"/>
          <w:sz w:val="30"/>
          <w:szCs w:val="30"/>
        </w:rPr>
        <w:t>ПРОВОДИМЫХ В ЗАКРЫТОЙ ФОРМЕ</w:t>
      </w:r>
    </w:p>
    <w:p w14:paraId="3774A4C8" w14:textId="77777777" w:rsidR="00055F81" w:rsidRDefault="00055F81" w:rsidP="00EF36F7">
      <w:pPr>
        <w:pStyle w:val="ConsPlusNormal"/>
        <w:jc w:val="center"/>
        <w:rPr>
          <w:rFonts w:ascii="Proxima Nova ExCn Rg" w:hAnsi="Proxima Nova ExCn Rg"/>
          <w:sz w:val="28"/>
          <w:szCs w:val="28"/>
        </w:rPr>
      </w:pPr>
    </w:p>
    <w:p w14:paraId="10E250B2" w14:textId="77777777" w:rsidR="003B4259" w:rsidRPr="00C530D4" w:rsidRDefault="003B4259" w:rsidP="00EF36F7">
      <w:pPr>
        <w:pStyle w:val="ConsPlusNormal"/>
        <w:jc w:val="center"/>
        <w:rPr>
          <w:rFonts w:ascii="Proxima Nova ExCn Rg" w:hAnsi="Proxima Nova ExCn Rg"/>
          <w:b/>
          <w:sz w:val="28"/>
          <w:szCs w:val="28"/>
        </w:rPr>
      </w:pPr>
      <w:r w:rsidRPr="00C530D4">
        <w:rPr>
          <w:rFonts w:ascii="Proxima Nova ExCn Rg" w:hAnsi="Proxima Nova ExCn Rg"/>
          <w:b/>
          <w:sz w:val="28"/>
          <w:szCs w:val="28"/>
        </w:rPr>
        <w:t>ТЕРМИНЫ И ОПРЕДЕЛЕНИЯ</w:t>
      </w:r>
    </w:p>
    <w:p w14:paraId="553E6D71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Термины и определения, упомянутые в тексте </w:t>
      </w:r>
      <w:r w:rsidR="00275379" w:rsidRPr="005926A8">
        <w:rPr>
          <w:rFonts w:ascii="Proxima Nova ExCn Rg" w:hAnsi="Proxima Nova ExCn Rg"/>
          <w:sz w:val="28"/>
          <w:szCs w:val="28"/>
        </w:rPr>
        <w:t>Порядк</w:t>
      </w:r>
      <w:r w:rsidR="00B04EA8">
        <w:rPr>
          <w:rFonts w:ascii="Proxima Nova ExCn Rg" w:hAnsi="Proxima Nova ExCn Rg"/>
          <w:sz w:val="28"/>
          <w:szCs w:val="28"/>
        </w:rPr>
        <w:t>а</w:t>
      </w:r>
      <w:r w:rsidRPr="005926A8">
        <w:rPr>
          <w:rFonts w:ascii="Proxima Nova ExCn Rg" w:hAnsi="Proxima Nova ExCn Rg"/>
          <w:sz w:val="28"/>
          <w:szCs w:val="28"/>
        </w:rPr>
        <w:t xml:space="preserve">, используются в значениях, установленных </w:t>
      </w:r>
      <w:r w:rsidR="00275379" w:rsidRPr="005926A8">
        <w:rPr>
          <w:rFonts w:ascii="Proxima Nova ExCn Rg" w:hAnsi="Proxima Nova ExCn Rg"/>
          <w:sz w:val="28"/>
          <w:szCs w:val="28"/>
        </w:rPr>
        <w:t>Е</w:t>
      </w:r>
      <w:r w:rsidRPr="005926A8">
        <w:rPr>
          <w:rFonts w:ascii="Proxima Nova ExCn Rg" w:hAnsi="Proxima Nova ExCn Rg"/>
          <w:sz w:val="28"/>
          <w:szCs w:val="28"/>
        </w:rPr>
        <w:t xml:space="preserve">диным </w:t>
      </w:r>
      <w:hyperlink r:id="rId8" w:history="1">
        <w:r w:rsidRPr="005926A8">
          <w:rPr>
            <w:rFonts w:ascii="Proxima Nova ExCn Rg" w:hAnsi="Proxima Nova ExCn Rg"/>
            <w:sz w:val="28"/>
            <w:szCs w:val="28"/>
          </w:rPr>
          <w:t>Положением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о закупке Государственной корпорации </w:t>
      </w:r>
      <w:r w:rsidR="00275379" w:rsidRPr="005926A8">
        <w:rPr>
          <w:rFonts w:ascii="Proxima Nova ExCn Rg" w:hAnsi="Proxima Nova ExCn Rg"/>
          <w:sz w:val="28"/>
          <w:szCs w:val="28"/>
        </w:rPr>
        <w:t>«</w:t>
      </w:r>
      <w:r w:rsidRPr="005926A8">
        <w:rPr>
          <w:rFonts w:ascii="Proxima Nova ExCn Rg" w:hAnsi="Proxima Nova ExCn Rg"/>
          <w:sz w:val="28"/>
          <w:szCs w:val="28"/>
        </w:rPr>
        <w:t>Ростех</w:t>
      </w:r>
      <w:r w:rsidR="00275379" w:rsidRPr="005926A8">
        <w:rPr>
          <w:rFonts w:ascii="Proxima Nova ExCn Rg" w:hAnsi="Proxima Nova ExCn Rg"/>
          <w:sz w:val="28"/>
          <w:szCs w:val="28"/>
        </w:rPr>
        <w:t>»</w:t>
      </w:r>
      <w:r w:rsidRPr="005926A8">
        <w:rPr>
          <w:rFonts w:ascii="Proxima Nova ExCn Rg" w:hAnsi="Proxima Nova ExCn Rg"/>
          <w:sz w:val="28"/>
          <w:szCs w:val="28"/>
        </w:rPr>
        <w:t>.</w:t>
      </w:r>
    </w:p>
    <w:p w14:paraId="56F96B68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Термины и определения, не упомянутые в Положении, вводятся в действие настоящим </w:t>
      </w:r>
      <w:r w:rsidR="00275379" w:rsidRPr="005926A8">
        <w:rPr>
          <w:rFonts w:ascii="Proxima Nova ExCn Rg" w:hAnsi="Proxima Nova ExCn Rg"/>
          <w:sz w:val="28"/>
          <w:szCs w:val="28"/>
        </w:rPr>
        <w:t>Порядком</w:t>
      </w:r>
      <w:r w:rsidRPr="005926A8">
        <w:rPr>
          <w:rFonts w:ascii="Proxima Nova ExCn Rg" w:hAnsi="Proxima Nova ExCn Rg"/>
          <w:sz w:val="28"/>
          <w:szCs w:val="28"/>
        </w:rPr>
        <w:t>.</w:t>
      </w:r>
    </w:p>
    <w:p w14:paraId="399A4914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Перечень поставщиков - список поставщиков/производителей, приглашаемых к участию в закупке, проводимой в закрытой форме.</w:t>
      </w:r>
    </w:p>
    <w:p w14:paraId="6EF24500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5F4E0ECE" w14:textId="780E4615" w:rsidR="003B4259" w:rsidRPr="001A4399" w:rsidRDefault="003B4259" w:rsidP="001A4399">
      <w:pPr>
        <w:pStyle w:val="21"/>
        <w:numPr>
          <w:ilvl w:val="0"/>
          <w:numId w:val="1"/>
        </w:numPr>
        <w:spacing w:before="120" w:after="0" w:line="240" w:lineRule="auto"/>
        <w:jc w:val="center"/>
        <w:rPr>
          <w:rFonts w:ascii="Proxima Nova ExCn Rg" w:hAnsi="Proxima Nova ExCn Rg"/>
          <w:b/>
          <w:sz w:val="28"/>
        </w:rPr>
      </w:pPr>
      <w:r w:rsidRPr="001A4399">
        <w:rPr>
          <w:rFonts w:ascii="Proxima Nova ExCn Rg" w:hAnsi="Proxima Nova ExCn Rg"/>
          <w:b/>
          <w:sz w:val="28"/>
        </w:rPr>
        <w:t>ОБЩИЕ ПОЛОЖЕНИЯ</w:t>
      </w:r>
    </w:p>
    <w:p w14:paraId="509ACDC6" w14:textId="3287D0D7" w:rsidR="003B4259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</w:rPr>
      </w:pPr>
      <w:r w:rsidRPr="00EF36F7">
        <w:rPr>
          <w:rFonts w:ascii="Proxima Nova ExCn Rg" w:hAnsi="Proxima Nova ExCn Rg"/>
          <w:sz w:val="28"/>
        </w:rPr>
        <w:t>Настоящий Порядок принят в развитие норм Положения.</w:t>
      </w:r>
    </w:p>
    <w:p w14:paraId="5DD51612" w14:textId="60081B2E" w:rsidR="003B4259" w:rsidRPr="005926A8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bookmarkStart w:id="0" w:name="P53"/>
      <w:bookmarkStart w:id="1" w:name="_Ref21965024"/>
      <w:bookmarkEnd w:id="0"/>
      <w:r w:rsidRPr="00EF36F7">
        <w:rPr>
          <w:rFonts w:ascii="Proxima Nova ExCn Rg" w:hAnsi="Proxima Nova ExCn Rg"/>
          <w:sz w:val="28"/>
        </w:rPr>
        <w:t>Настоящий</w:t>
      </w:r>
      <w:r w:rsidRPr="005926A8">
        <w:rPr>
          <w:rFonts w:ascii="Proxima Nova ExCn Rg" w:hAnsi="Proxima Nova ExCn Rg"/>
          <w:sz w:val="28"/>
          <w:szCs w:val="28"/>
        </w:rPr>
        <w:t xml:space="preserve"> Порядок определяет порядок формирования и утверждения перечня поставщиков, приглашаемых для участия в конкурентных способах закупки, проводимых в закрытой форме по основаниям, предусмотренным подразделами 19.6 (закупки, сведения о которых не составляют государственную тайну, но не подлежат размещению в ЕИС согласно решению Правительства Российской Федерации) и 19.7 (закупки, содержащие сведения, составляющие коммерческую тайну и / или служебную информацию ограниченного распространения, проводимые заказчиками II группы) Положения.</w:t>
      </w:r>
      <w:bookmarkEnd w:id="1"/>
    </w:p>
    <w:p w14:paraId="27ADAA8C" w14:textId="2D7D768A" w:rsidR="003B4259" w:rsidRPr="005926A8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851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Перечень поставщиков формируется для каждой конкретной закупки по форме </w:t>
      </w:r>
      <w:hyperlink w:anchor="P97" w:history="1">
        <w:r w:rsidRPr="005926A8">
          <w:rPr>
            <w:rFonts w:ascii="Proxima Nova ExCn Rg" w:hAnsi="Proxima Nova ExCn Rg"/>
            <w:sz w:val="28"/>
            <w:szCs w:val="28"/>
          </w:rPr>
          <w:t>Приложения</w:t>
        </w:r>
        <w:r w:rsidR="004E4B21">
          <w:rPr>
            <w:rFonts w:ascii="Proxima Nova ExCn Rg" w:hAnsi="Proxima Nova ExCn Rg"/>
            <w:sz w:val="28"/>
            <w:szCs w:val="28"/>
          </w:rPr>
          <w:t> </w:t>
        </w:r>
        <w:r w:rsidR="005926A8">
          <w:rPr>
            <w:rFonts w:ascii="Proxima Nova ExCn Rg" w:hAnsi="Proxima Nova ExCn Rg"/>
            <w:sz w:val="28"/>
            <w:szCs w:val="28"/>
          </w:rPr>
          <w:t>№</w:t>
        </w:r>
        <w:r w:rsidRPr="005926A8">
          <w:rPr>
            <w:rFonts w:ascii="Proxima Nova ExCn Rg" w:hAnsi="Proxima Nova ExCn Rg"/>
            <w:sz w:val="28"/>
            <w:szCs w:val="28"/>
          </w:rPr>
          <w:t xml:space="preserve"> 1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к настоящему Порядку.</w:t>
      </w:r>
    </w:p>
    <w:p w14:paraId="4C748C82" w14:textId="4D190C08" w:rsidR="003B4259" w:rsidRPr="005926A8" w:rsidRDefault="003B4259" w:rsidP="00E1564B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Настоящий </w:t>
      </w:r>
      <w:r w:rsidR="00B04EA8">
        <w:rPr>
          <w:rFonts w:ascii="Proxima Nova ExCn Rg" w:hAnsi="Proxima Nova ExCn Rg"/>
          <w:sz w:val="28"/>
          <w:szCs w:val="28"/>
        </w:rPr>
        <w:t>П</w:t>
      </w:r>
      <w:r w:rsidRPr="005926A8">
        <w:rPr>
          <w:rFonts w:ascii="Proxima Nova ExCn Rg" w:hAnsi="Proxima Nova ExCn Rg"/>
          <w:sz w:val="28"/>
          <w:szCs w:val="28"/>
        </w:rPr>
        <w:t xml:space="preserve">орядок может применяться при выборе конкретного поставщика, с которым заключается договор как с единственным поставщиком, по основаниям, предусмотренным </w:t>
      </w:r>
      <w:hyperlink r:id="rId9" w:history="1">
        <w:r w:rsidRPr="005926A8">
          <w:rPr>
            <w:rFonts w:ascii="Proxima Nova ExCn Rg" w:hAnsi="Proxima Nova ExCn Rg"/>
            <w:sz w:val="28"/>
            <w:szCs w:val="28"/>
          </w:rPr>
          <w:t>Положением</w:t>
        </w:r>
      </w:hyperlink>
      <w:r w:rsidRPr="005926A8">
        <w:rPr>
          <w:rFonts w:ascii="Proxima Nova ExCn Rg" w:hAnsi="Proxima Nova ExCn Rg"/>
          <w:sz w:val="28"/>
          <w:szCs w:val="28"/>
        </w:rPr>
        <w:t>, в отношении закупок, указанных в подразделах 19.6 и 19.7 Положения о закупке.</w:t>
      </w:r>
    </w:p>
    <w:p w14:paraId="2E3F344A" w14:textId="77777777" w:rsidR="003B4259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49C5C549" w14:textId="77777777" w:rsidR="005926A8" w:rsidRPr="005926A8" w:rsidRDefault="005926A8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432E6985" w14:textId="587622C4" w:rsidR="003B4259" w:rsidRPr="001A4399" w:rsidRDefault="003B4259" w:rsidP="001A4399">
      <w:pPr>
        <w:pStyle w:val="21"/>
        <w:numPr>
          <w:ilvl w:val="0"/>
          <w:numId w:val="1"/>
        </w:numPr>
        <w:spacing w:before="120" w:after="0" w:line="240" w:lineRule="auto"/>
        <w:jc w:val="center"/>
        <w:rPr>
          <w:rFonts w:ascii="Proxima Nova ExCn Rg" w:hAnsi="Proxima Nova ExCn Rg"/>
          <w:b/>
          <w:sz w:val="28"/>
        </w:rPr>
      </w:pPr>
      <w:r w:rsidRPr="001A4399">
        <w:rPr>
          <w:rFonts w:ascii="Proxima Nova ExCn Rg" w:hAnsi="Proxima Nova ExCn Rg"/>
          <w:b/>
          <w:sz w:val="28"/>
        </w:rPr>
        <w:t>ПОРЯДОК ФОРМИРОВАНИЯ ПЕРЕЧНЯ ПОСТАВЩИКОВ</w:t>
      </w:r>
    </w:p>
    <w:p w14:paraId="6692F1A6" w14:textId="66F031CD" w:rsidR="003B4259" w:rsidRPr="005926A8" w:rsidRDefault="003B4259" w:rsidP="00E1564B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rFonts w:ascii="Proxima Nova ExCn Rg" w:hAnsi="Proxima Nova ExCn Rg"/>
          <w:sz w:val="28"/>
          <w:szCs w:val="28"/>
        </w:rPr>
      </w:pPr>
      <w:bookmarkStart w:id="2" w:name="P59"/>
      <w:bookmarkStart w:id="3" w:name="_Ref21965040"/>
      <w:bookmarkEnd w:id="2"/>
      <w:r w:rsidRPr="005926A8">
        <w:rPr>
          <w:rFonts w:ascii="Proxima Nova ExCn Rg" w:hAnsi="Proxima Nova ExCn Rg"/>
          <w:sz w:val="28"/>
          <w:szCs w:val="28"/>
        </w:rPr>
        <w:t>В целях формирования Перечня поставщиков Инициатор закупки:</w:t>
      </w:r>
      <w:bookmarkEnd w:id="3"/>
    </w:p>
    <w:p w14:paraId="2E4D6172" w14:textId="7EDD39B0" w:rsidR="003B4259" w:rsidRPr="005926A8" w:rsidRDefault="003B4259" w:rsidP="00210A09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lastRenderedPageBreak/>
        <w:t>изучает предмет закупки, проводимой в закрытой форме по основаниям, указанным в п.</w:t>
      </w:r>
      <w:r w:rsidR="00210A09">
        <w:rPr>
          <w:rFonts w:ascii="Proxima Nova ExCn Rg" w:hAnsi="Proxima Nova ExCn Rg"/>
          <w:sz w:val="28"/>
          <w:szCs w:val="28"/>
        </w:rPr>
        <w:t> </w:t>
      </w:r>
      <w:r w:rsidR="00210A09">
        <w:rPr>
          <w:rFonts w:ascii="Proxima Nova ExCn Rg" w:hAnsi="Proxima Nova ExCn Rg"/>
          <w:sz w:val="28"/>
          <w:szCs w:val="28"/>
        </w:rPr>
        <w:fldChar w:fldCharType="begin"/>
      </w:r>
      <w:r w:rsidR="00210A09">
        <w:rPr>
          <w:rFonts w:ascii="Proxima Nova ExCn Rg" w:hAnsi="Proxima Nova ExCn Rg"/>
          <w:sz w:val="28"/>
          <w:szCs w:val="28"/>
        </w:rPr>
        <w:instrText xml:space="preserve"> REF _Ref21965024 \w \h </w:instrText>
      </w:r>
      <w:r w:rsidR="00210A09">
        <w:rPr>
          <w:rFonts w:ascii="Proxima Nova ExCn Rg" w:hAnsi="Proxima Nova ExCn Rg"/>
          <w:sz w:val="28"/>
          <w:szCs w:val="28"/>
        </w:rPr>
      </w:r>
      <w:r w:rsidR="00210A09">
        <w:rPr>
          <w:rFonts w:ascii="Proxima Nova ExCn Rg" w:hAnsi="Proxima Nova ExCn Rg"/>
          <w:sz w:val="28"/>
          <w:szCs w:val="28"/>
        </w:rPr>
        <w:fldChar w:fldCharType="separate"/>
      </w:r>
      <w:r w:rsidR="00210A09">
        <w:rPr>
          <w:rFonts w:ascii="Proxima Nova ExCn Rg" w:hAnsi="Proxima Nova ExCn Rg"/>
          <w:sz w:val="28"/>
          <w:szCs w:val="28"/>
        </w:rPr>
        <w:t>1.2</w:t>
      </w:r>
      <w:r w:rsidR="00210A09">
        <w:rPr>
          <w:rFonts w:ascii="Proxima Nova ExCn Rg" w:hAnsi="Proxima Nova ExCn Rg"/>
          <w:sz w:val="28"/>
          <w:szCs w:val="28"/>
        </w:rPr>
        <w:fldChar w:fldCharType="end"/>
      </w:r>
      <w:r w:rsidR="007137ED">
        <w:rPr>
          <w:rFonts w:ascii="Proxima Nova ExCn Rg" w:hAnsi="Proxima Nova ExCn Rg"/>
          <w:sz w:val="28"/>
          <w:szCs w:val="28"/>
          <w:lang w:val="en-US"/>
        </w:rPr>
        <w:t xml:space="preserve"> </w:t>
      </w:r>
      <w:r w:rsidRPr="005926A8">
        <w:rPr>
          <w:rFonts w:ascii="Proxima Nova ExCn Rg" w:hAnsi="Proxima Nova ExCn Rg"/>
          <w:sz w:val="28"/>
          <w:szCs w:val="28"/>
        </w:rPr>
        <w:t>настоящего Порядка.</w:t>
      </w:r>
    </w:p>
    <w:p w14:paraId="69A01AB8" w14:textId="0745FFF2" w:rsidR="003B4259" w:rsidRPr="005926A8" w:rsidRDefault="003B4259" w:rsidP="00210A09">
      <w:pPr>
        <w:pStyle w:val="ConsPlusNormal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определяет необходимость наличия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документов.</w:t>
      </w:r>
    </w:p>
    <w:p w14:paraId="3E2DE98C" w14:textId="2A289CD6" w:rsidR="003B4259" w:rsidRDefault="003B4259" w:rsidP="00E1564B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rFonts w:ascii="Proxima Nova ExCn Rg" w:hAnsi="Proxima Nova ExCn Rg"/>
          <w:sz w:val="28"/>
          <w:szCs w:val="28"/>
        </w:rPr>
      </w:pPr>
      <w:bookmarkStart w:id="4" w:name="P62"/>
      <w:bookmarkStart w:id="5" w:name="_Ref21965053"/>
      <w:bookmarkEnd w:id="4"/>
      <w:r w:rsidRPr="005926A8">
        <w:rPr>
          <w:rFonts w:ascii="Proxima Nova ExCn Rg" w:hAnsi="Proxima Nova ExCn Rg"/>
          <w:sz w:val="28"/>
          <w:szCs w:val="28"/>
        </w:rPr>
        <w:t xml:space="preserve">Инициатор закупки, с учетом информации, полученной в соответствии с п. 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_Ref21965040 \w \h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E1564B">
        <w:rPr>
          <w:rFonts w:ascii="Proxima Nova ExCn Rg" w:hAnsi="Proxima Nova ExCn Rg"/>
          <w:sz w:val="28"/>
          <w:szCs w:val="28"/>
        </w:rPr>
        <w:t>2.1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 w:rsidRPr="005926A8">
        <w:rPr>
          <w:rFonts w:ascii="Proxima Nova ExCn Rg" w:hAnsi="Proxima Nova ExCn Rg"/>
          <w:sz w:val="28"/>
          <w:szCs w:val="28"/>
        </w:rPr>
        <w:t>настоящего Порядка, осуществляет действия по определению Перечня поставщиков - потенциальных участников закупки</w:t>
      </w:r>
      <w:r w:rsidR="00DA0E52" w:rsidRPr="00373DA2">
        <w:rPr>
          <w:rFonts w:ascii="Proxima Nova ExCn Rg" w:hAnsi="Proxima Nova ExCn Rg"/>
          <w:sz w:val="28"/>
          <w:szCs w:val="28"/>
        </w:rPr>
        <w:t xml:space="preserve"> </w:t>
      </w:r>
      <w:r w:rsidR="00DA0E52">
        <w:rPr>
          <w:rFonts w:ascii="Proxima Nova ExCn Rg" w:hAnsi="Proxima Nova ExCn Rg"/>
          <w:sz w:val="28"/>
          <w:szCs w:val="28"/>
        </w:rPr>
        <w:t>путем применения не менее чем двух способов из числа нижеперечисленных</w:t>
      </w:r>
      <w:r w:rsidRPr="005926A8">
        <w:rPr>
          <w:rFonts w:ascii="Proxima Nova ExCn Rg" w:hAnsi="Proxima Nova ExCn Rg"/>
          <w:sz w:val="28"/>
          <w:szCs w:val="28"/>
        </w:rPr>
        <w:t>:</w:t>
      </w:r>
      <w:bookmarkEnd w:id="5"/>
    </w:p>
    <w:p w14:paraId="02657E7F" w14:textId="10154D61" w:rsidR="003B4259" w:rsidRPr="005926A8" w:rsidRDefault="003B4259" w:rsidP="00E1564B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осуществляет поиск поставщиков, являющихся разработчиками (производителями) продукции, являющейся предметом закупки (далее - аналогичная продукция);</w:t>
      </w:r>
    </w:p>
    <w:p w14:paraId="0AB2916D" w14:textId="1C463FFB" w:rsidR="003B4259" w:rsidRPr="00373DA2" w:rsidRDefault="003B4259" w:rsidP="00E1564B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7673F">
        <w:rPr>
          <w:rFonts w:ascii="Proxima Nova ExCn Rg" w:hAnsi="Proxima Nova ExCn Rg"/>
          <w:sz w:val="28"/>
          <w:szCs w:val="28"/>
        </w:rPr>
        <w:t>осуществляет поиск поставщиков, специализирующихся на поставке аналогичной продукции</w:t>
      </w:r>
      <w:r w:rsidRPr="00373DA2">
        <w:rPr>
          <w:rFonts w:ascii="Proxima Nova ExCn Rg" w:hAnsi="Proxima Nova ExCn Rg"/>
          <w:sz w:val="28"/>
          <w:szCs w:val="28"/>
        </w:rPr>
        <w:t>;</w:t>
      </w:r>
    </w:p>
    <w:p w14:paraId="7F81BA6B" w14:textId="51E9E19B" w:rsidR="003B4259" w:rsidRPr="00373DA2" w:rsidRDefault="003B4259" w:rsidP="00E1564B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373DA2">
        <w:rPr>
          <w:rFonts w:ascii="Proxima Nova ExCn Rg" w:hAnsi="Proxima Nova ExCn Rg"/>
          <w:sz w:val="28"/>
          <w:szCs w:val="28"/>
        </w:rPr>
        <w:t xml:space="preserve">осуществляет поиск поставщиков путем анализа ранее заключенных </w:t>
      </w:r>
      <w:r w:rsidR="00B04EA8" w:rsidRPr="00373DA2">
        <w:rPr>
          <w:rFonts w:ascii="Proxima Nova ExCn Rg" w:hAnsi="Proxima Nova ExCn Rg"/>
          <w:sz w:val="28"/>
          <w:szCs w:val="28"/>
        </w:rPr>
        <w:t>з</w:t>
      </w:r>
      <w:r w:rsidRPr="00373DA2">
        <w:rPr>
          <w:rFonts w:ascii="Proxima Nova ExCn Rg" w:hAnsi="Proxima Nova ExCn Rg"/>
          <w:sz w:val="28"/>
          <w:szCs w:val="28"/>
        </w:rPr>
        <w:t>аказчиком договоров, предметом которых была аналогичная продукция;</w:t>
      </w:r>
    </w:p>
    <w:p w14:paraId="2ED99811" w14:textId="1480CC48" w:rsidR="003B4259" w:rsidRDefault="003B4259" w:rsidP="00E1564B">
      <w:pPr>
        <w:pStyle w:val="ConsPlusNormal"/>
        <w:numPr>
          <w:ilvl w:val="0"/>
          <w:numId w:val="5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bookmarkStart w:id="6" w:name="_Ref21965093"/>
      <w:r w:rsidRPr="00373DA2">
        <w:rPr>
          <w:rFonts w:ascii="Proxima Nova ExCn Rg" w:hAnsi="Proxima Nova ExCn Rg"/>
          <w:sz w:val="28"/>
          <w:szCs w:val="28"/>
        </w:rPr>
        <w:t xml:space="preserve">осуществляет </w:t>
      </w:r>
      <w:r w:rsidR="00DA0E52">
        <w:rPr>
          <w:rFonts w:ascii="Proxima Nova ExCn Rg" w:hAnsi="Proxima Nova ExCn Rg"/>
          <w:sz w:val="28"/>
          <w:szCs w:val="28"/>
        </w:rPr>
        <w:t xml:space="preserve">поиск поставщиков путем направления официальных запросов в </w:t>
      </w:r>
      <w:r w:rsidR="004B757D">
        <w:rPr>
          <w:rFonts w:ascii="Proxima Nova ExCn Rg" w:hAnsi="Proxima Nova ExCn Rg"/>
          <w:sz w:val="28"/>
          <w:szCs w:val="28"/>
        </w:rPr>
        <w:t>органы государственной власти, государственные органы, органы местного самоуправления, юридическим лицам с соблюдением требований к обороту конфиденциальной или иной охраняемой информации</w:t>
      </w:r>
      <w:r w:rsidRPr="004B757D">
        <w:rPr>
          <w:rFonts w:ascii="Proxima Nova ExCn Rg" w:hAnsi="Proxima Nova ExCn Rg"/>
          <w:sz w:val="28"/>
          <w:szCs w:val="28"/>
        </w:rPr>
        <w:t>.</w:t>
      </w:r>
      <w:bookmarkEnd w:id="6"/>
    </w:p>
    <w:p w14:paraId="6CABA2CF" w14:textId="77777777" w:rsidR="004E4B21" w:rsidRPr="004B757D" w:rsidRDefault="004E4B21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При проведении закупки на ЗЭТП Инициатор закупки выполняет действия, предусмотренные настоящим пунктом, относительно лиц, аккредитованных на ЗЭТП.</w:t>
      </w:r>
    </w:p>
    <w:p w14:paraId="0F91C8DA" w14:textId="234E57A2" w:rsidR="003B4259" w:rsidRPr="005926A8" w:rsidRDefault="003B4259" w:rsidP="00E1564B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rFonts w:ascii="Proxima Nova ExCn Rg" w:hAnsi="Proxima Nova ExCn Rg"/>
          <w:sz w:val="28"/>
          <w:szCs w:val="28"/>
        </w:rPr>
      </w:pPr>
      <w:bookmarkStart w:id="7" w:name="P68"/>
      <w:bookmarkStart w:id="8" w:name="_Ref21965077"/>
      <w:bookmarkEnd w:id="7"/>
      <w:r w:rsidRPr="005926A8">
        <w:rPr>
          <w:rFonts w:ascii="Proxima Nova ExCn Rg" w:hAnsi="Proxima Nova ExCn Rg"/>
          <w:sz w:val="28"/>
          <w:szCs w:val="28"/>
        </w:rPr>
        <w:t>В дополнение к действиям, указанным в п.</w:t>
      </w:r>
      <w:r w:rsidR="00E1564B">
        <w:rPr>
          <w:rFonts w:ascii="Proxima Nova ExCn Rg" w:hAnsi="Proxima Nova ExCn Rg"/>
          <w:sz w:val="28"/>
          <w:szCs w:val="28"/>
        </w:rPr>
        <w:t> 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_Ref21965053 \w \h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E1564B">
        <w:rPr>
          <w:rFonts w:ascii="Proxima Nova ExCn Rg" w:hAnsi="Proxima Nova ExCn Rg"/>
          <w:sz w:val="28"/>
          <w:szCs w:val="28"/>
        </w:rPr>
        <w:t>2.2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 w:rsidRPr="005926A8">
        <w:rPr>
          <w:rFonts w:ascii="Proxima Nova ExCn Rg" w:hAnsi="Proxima Nova ExCn Rg"/>
          <w:sz w:val="28"/>
          <w:szCs w:val="28"/>
        </w:rPr>
        <w:t xml:space="preserve">настоящего Порядка, Инициатор закупки размещает приглашение к участию в процедуре закупки на </w:t>
      </w:r>
      <w:r w:rsidR="00B25E94">
        <w:rPr>
          <w:rFonts w:ascii="Proxima Nova ExCn Rg" w:hAnsi="Proxima Nova ExCn Rg"/>
          <w:sz w:val="28"/>
          <w:szCs w:val="28"/>
        </w:rPr>
        <w:t xml:space="preserve">официальном </w:t>
      </w:r>
      <w:r w:rsidRPr="005926A8">
        <w:rPr>
          <w:rFonts w:ascii="Proxima Nova ExCn Rg" w:hAnsi="Proxima Nova ExCn Rg"/>
          <w:sz w:val="28"/>
          <w:szCs w:val="28"/>
        </w:rPr>
        <w:t xml:space="preserve">сайте </w:t>
      </w:r>
      <w:r w:rsidR="00B25E94">
        <w:rPr>
          <w:rFonts w:ascii="Proxima Nova ExCn Rg" w:hAnsi="Proxima Nova ExCn Rg"/>
          <w:sz w:val="28"/>
          <w:szCs w:val="28"/>
        </w:rPr>
        <w:t>Заказчика</w:t>
      </w:r>
      <w:r w:rsidRPr="005926A8">
        <w:rPr>
          <w:rFonts w:ascii="Proxima Nova ExCn Rg" w:hAnsi="Proxima Nova ExCn Rg"/>
          <w:sz w:val="28"/>
          <w:szCs w:val="28"/>
        </w:rPr>
        <w:t xml:space="preserve"> (по форме </w:t>
      </w:r>
      <w:hyperlink w:anchor="P134" w:history="1">
        <w:r w:rsidRPr="005926A8">
          <w:rPr>
            <w:rFonts w:ascii="Proxima Nova ExCn Rg" w:hAnsi="Proxima Nova ExCn Rg"/>
            <w:sz w:val="28"/>
            <w:szCs w:val="28"/>
          </w:rPr>
          <w:t xml:space="preserve">Приложения </w:t>
        </w:r>
        <w:r w:rsidR="00B04EA8">
          <w:rPr>
            <w:rFonts w:ascii="Proxima Nova ExCn Rg" w:hAnsi="Proxima Nova ExCn Rg"/>
            <w:sz w:val="28"/>
            <w:szCs w:val="28"/>
          </w:rPr>
          <w:t xml:space="preserve">№ </w:t>
        </w:r>
        <w:r w:rsidRPr="005926A8">
          <w:rPr>
            <w:rFonts w:ascii="Proxima Nova ExCn Rg" w:hAnsi="Proxima Nova ExCn Rg"/>
            <w:sz w:val="28"/>
            <w:szCs w:val="28"/>
          </w:rPr>
          <w:t>2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к настоящему Порядку) при наличии возможности не указывать в размещаемом приглашении информации, которая послужила основанием для проведения закупки в закрытой форме, информации о заказчике или организаторе закупки.</w:t>
      </w:r>
      <w:bookmarkEnd w:id="8"/>
    </w:p>
    <w:p w14:paraId="66D30B2A" w14:textId="52DAEED1" w:rsidR="003B4259" w:rsidRDefault="003B4259" w:rsidP="00E1564B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По итогам проведенного анализа Инициатор закупки формирует проект Перечня поставщиков, в который </w:t>
      </w:r>
      <w:r w:rsidR="0057673F">
        <w:rPr>
          <w:rFonts w:ascii="Proxima Nova ExCn Rg" w:hAnsi="Proxima Nova ExCn Rg"/>
          <w:sz w:val="28"/>
          <w:szCs w:val="28"/>
        </w:rPr>
        <w:t xml:space="preserve">могут </w:t>
      </w:r>
      <w:r w:rsidRPr="005926A8">
        <w:rPr>
          <w:rFonts w:ascii="Proxima Nova ExCn Rg" w:hAnsi="Proxima Nova ExCn Rg"/>
          <w:sz w:val="28"/>
          <w:szCs w:val="28"/>
        </w:rPr>
        <w:t>включат</w:t>
      </w:r>
      <w:r w:rsidR="0057673F">
        <w:rPr>
          <w:rFonts w:ascii="Proxima Nova ExCn Rg" w:hAnsi="Proxima Nova ExCn Rg"/>
          <w:sz w:val="28"/>
          <w:szCs w:val="28"/>
        </w:rPr>
        <w:t>ь</w:t>
      </w:r>
      <w:r w:rsidRPr="005926A8">
        <w:rPr>
          <w:rFonts w:ascii="Proxima Nova ExCn Rg" w:hAnsi="Proxima Nova ExCn Rg"/>
          <w:sz w:val="28"/>
          <w:szCs w:val="28"/>
        </w:rPr>
        <w:t>ся:</w:t>
      </w:r>
    </w:p>
    <w:p w14:paraId="49603E65" w14:textId="7488B05E" w:rsidR="003B4259" w:rsidRPr="005926A8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поставщики, включенные в ранее утвержденный Перечень поставщиков аналогичной продукции (при его наличии):</w:t>
      </w:r>
    </w:p>
    <w:p w14:paraId="0C46975D" w14:textId="3AE2F498" w:rsidR="003B4259" w:rsidRPr="005926A8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поставщики, являющиеся разработчиками (производителями) аналогичной продукции;</w:t>
      </w:r>
    </w:p>
    <w:p w14:paraId="0B298921" w14:textId="2FCE3B2B" w:rsidR="003B4259" w:rsidRPr="00373DA2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7673F">
        <w:rPr>
          <w:rFonts w:ascii="Proxima Nova ExCn Rg" w:hAnsi="Proxima Nova ExCn Rg"/>
          <w:sz w:val="28"/>
          <w:szCs w:val="28"/>
        </w:rPr>
        <w:t>поставщики, специализирующиеся на поставке аналогичн</w:t>
      </w:r>
      <w:r w:rsidRPr="004B757D">
        <w:rPr>
          <w:rFonts w:ascii="Proxima Nova ExCn Rg" w:hAnsi="Proxima Nova ExCn Rg"/>
          <w:sz w:val="28"/>
          <w:szCs w:val="28"/>
        </w:rPr>
        <w:t>ой продукции</w:t>
      </w:r>
      <w:r w:rsidRPr="00373DA2">
        <w:rPr>
          <w:rFonts w:ascii="Proxima Nova ExCn Rg" w:hAnsi="Proxima Nova ExCn Rg"/>
          <w:sz w:val="28"/>
          <w:szCs w:val="28"/>
        </w:rPr>
        <w:t>;</w:t>
      </w:r>
    </w:p>
    <w:p w14:paraId="537E6F42" w14:textId="0480683F" w:rsidR="003B4259" w:rsidRPr="005926A8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поставщики по ранее заключенным </w:t>
      </w:r>
      <w:r w:rsidR="00B04EA8">
        <w:rPr>
          <w:rFonts w:ascii="Proxima Nova ExCn Rg" w:hAnsi="Proxima Nova ExCn Rg"/>
          <w:sz w:val="28"/>
          <w:szCs w:val="28"/>
        </w:rPr>
        <w:t>з</w:t>
      </w:r>
      <w:r w:rsidRPr="005926A8">
        <w:rPr>
          <w:rFonts w:ascii="Proxima Nova ExCn Rg" w:hAnsi="Proxima Nova ExCn Rg"/>
          <w:sz w:val="28"/>
          <w:szCs w:val="28"/>
        </w:rPr>
        <w:t>аказчиком договорам, предметом которых была аналогичная продукция;</w:t>
      </w:r>
    </w:p>
    <w:p w14:paraId="347F20A0" w14:textId="4D2BE252" w:rsidR="003B4259" w:rsidRPr="005926A8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поставщики, принявшие участие (подавшие заявки на участие) в ранее проведенных в соответствии с требованиями Закона </w:t>
      </w:r>
      <w:hyperlink r:id="rId10" w:history="1">
        <w:r w:rsidRPr="005926A8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или Закона </w:t>
      </w:r>
      <w:hyperlink r:id="rId11" w:history="1">
        <w:r w:rsidRPr="005926A8">
          <w:rPr>
            <w:rFonts w:ascii="Proxima Nova ExCn Rg" w:hAnsi="Proxima Nova ExCn Rg"/>
            <w:sz w:val="28"/>
            <w:szCs w:val="28"/>
          </w:rPr>
          <w:t>44-ФЗ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закупках с аналогичным предметом закупки;</w:t>
      </w:r>
    </w:p>
    <w:p w14:paraId="0C137850" w14:textId="605A1E39" w:rsidR="007C3C79" w:rsidRDefault="003B425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lastRenderedPageBreak/>
        <w:t xml:space="preserve">поставщики, направившие свои данные для формирования Перечня поставщиков, в ответ на приглашение к участию в процедуре закупки, размещенное на </w:t>
      </w:r>
      <w:r w:rsidR="00B25E94">
        <w:rPr>
          <w:rFonts w:ascii="Proxima Nova ExCn Rg" w:hAnsi="Proxima Nova ExCn Rg"/>
          <w:sz w:val="28"/>
          <w:szCs w:val="28"/>
        </w:rPr>
        <w:t xml:space="preserve">официальном </w:t>
      </w:r>
      <w:r w:rsidRPr="005926A8">
        <w:rPr>
          <w:rFonts w:ascii="Proxima Nova ExCn Rg" w:hAnsi="Proxima Nova ExCn Rg"/>
          <w:sz w:val="28"/>
          <w:szCs w:val="28"/>
        </w:rPr>
        <w:t xml:space="preserve">сайте </w:t>
      </w:r>
      <w:r w:rsidR="00B25E94">
        <w:rPr>
          <w:rFonts w:ascii="Proxima Nova ExCn Rg" w:hAnsi="Proxima Nova ExCn Rg"/>
          <w:sz w:val="28"/>
          <w:szCs w:val="28"/>
        </w:rPr>
        <w:t xml:space="preserve">Заказчика </w:t>
      </w:r>
      <w:r w:rsidR="003C77A1">
        <w:rPr>
          <w:rFonts w:ascii="Proxima Nova ExCn Rg" w:hAnsi="Proxima Nova ExCn Rg"/>
          <w:sz w:val="28"/>
          <w:szCs w:val="28"/>
        </w:rPr>
        <w:t>(в</w:t>
      </w:r>
      <w:r w:rsidRPr="005926A8">
        <w:rPr>
          <w:rFonts w:ascii="Proxima Nova ExCn Rg" w:hAnsi="Proxima Nova ExCn Rg"/>
          <w:sz w:val="28"/>
          <w:szCs w:val="28"/>
        </w:rPr>
        <w:t xml:space="preserve"> случае если Инициатор </w:t>
      </w:r>
      <w:r w:rsidR="003C77A1">
        <w:rPr>
          <w:rFonts w:ascii="Proxima Nova ExCn Rg" w:hAnsi="Proxima Nova ExCn Rg"/>
          <w:sz w:val="28"/>
          <w:szCs w:val="28"/>
        </w:rPr>
        <w:t xml:space="preserve">закупки </w:t>
      </w:r>
      <w:r w:rsidRPr="005926A8">
        <w:rPr>
          <w:rFonts w:ascii="Proxima Nova ExCn Rg" w:hAnsi="Proxima Nova ExCn Rg"/>
          <w:sz w:val="28"/>
          <w:szCs w:val="28"/>
        </w:rPr>
        <w:t>осуществлял действия, предусмотренные п</w:t>
      </w:r>
      <w:r w:rsidR="00E1564B">
        <w:rPr>
          <w:rFonts w:ascii="Proxima Nova ExCn Rg" w:hAnsi="Proxima Nova ExCn Rg"/>
          <w:sz w:val="28"/>
          <w:szCs w:val="28"/>
        </w:rPr>
        <w:t>. 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_Ref21965077 \w \h  \* MERGEFORMAT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E1564B">
        <w:rPr>
          <w:rFonts w:ascii="Proxima Nova ExCn Rg" w:hAnsi="Proxima Nova ExCn Rg"/>
          <w:sz w:val="28"/>
          <w:szCs w:val="28"/>
        </w:rPr>
        <w:t>2.3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 w:rsidRPr="005926A8">
        <w:rPr>
          <w:rFonts w:ascii="Proxima Nova ExCn Rg" w:hAnsi="Proxima Nova ExCn Rg"/>
          <w:sz w:val="28"/>
          <w:szCs w:val="28"/>
        </w:rPr>
        <w:t xml:space="preserve"> настоящего Порядка</w:t>
      </w:r>
      <w:r w:rsidR="003C77A1">
        <w:rPr>
          <w:rFonts w:ascii="Proxima Nova ExCn Rg" w:hAnsi="Proxima Nova ExCn Rg"/>
          <w:sz w:val="28"/>
          <w:szCs w:val="28"/>
        </w:rPr>
        <w:t>)</w:t>
      </w:r>
      <w:r w:rsidR="007C3C79">
        <w:rPr>
          <w:rFonts w:ascii="Proxima Nova ExCn Rg" w:hAnsi="Proxima Nova ExCn Rg"/>
          <w:sz w:val="28"/>
          <w:szCs w:val="28"/>
        </w:rPr>
        <w:t>;</w:t>
      </w:r>
    </w:p>
    <w:p w14:paraId="61FB54E6" w14:textId="7C46618C" w:rsidR="003B4259" w:rsidRDefault="007C3C79" w:rsidP="00E1564B">
      <w:pPr>
        <w:pStyle w:val="ConsPlusNormal"/>
        <w:numPr>
          <w:ilvl w:val="0"/>
          <w:numId w:val="6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>поставщики</w:t>
      </w:r>
      <w:r w:rsidR="004E4B21">
        <w:rPr>
          <w:rFonts w:ascii="Proxima Nova ExCn Rg" w:hAnsi="Proxima Nova ExCn Rg"/>
          <w:sz w:val="28"/>
          <w:szCs w:val="28"/>
        </w:rPr>
        <w:t>,</w:t>
      </w:r>
      <w:r>
        <w:rPr>
          <w:rFonts w:ascii="Proxima Nova ExCn Rg" w:hAnsi="Proxima Nova ExCn Rg"/>
          <w:sz w:val="28"/>
          <w:szCs w:val="28"/>
        </w:rPr>
        <w:t xml:space="preserve"> информация о которых была направлена Инициатору закупки по результатам его запроса в порядке </w:t>
      </w:r>
      <w:proofErr w:type="spellStart"/>
      <w:r>
        <w:rPr>
          <w:rFonts w:ascii="Proxima Nova ExCn Rg" w:hAnsi="Proxima Nova ExCn Rg"/>
          <w:sz w:val="28"/>
          <w:szCs w:val="28"/>
        </w:rPr>
        <w:t>пп</w:t>
      </w:r>
      <w:proofErr w:type="spellEnd"/>
      <w:r>
        <w:rPr>
          <w:rFonts w:ascii="Proxima Nova ExCn Rg" w:hAnsi="Proxima Nova ExCn Rg"/>
          <w:sz w:val="28"/>
          <w:szCs w:val="28"/>
        </w:rPr>
        <w:t>.</w:t>
      </w:r>
      <w:r w:rsidR="00E1564B">
        <w:rPr>
          <w:rFonts w:ascii="Proxima Nova ExCn Rg" w:hAnsi="Proxima Nova ExCn Rg"/>
          <w:sz w:val="28"/>
          <w:szCs w:val="28"/>
        </w:rPr>
        <w:t> 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_Ref21965093 \w \h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E1564B">
        <w:rPr>
          <w:rFonts w:ascii="Proxima Nova ExCn Rg" w:hAnsi="Proxima Nova ExCn Rg"/>
          <w:sz w:val="28"/>
          <w:szCs w:val="28"/>
        </w:rPr>
        <w:t>(4)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E1564B">
        <w:rPr>
          <w:rFonts w:ascii="Proxima Nova ExCn Rg" w:hAnsi="Proxima Nova ExCn Rg"/>
          <w:sz w:val="28"/>
          <w:szCs w:val="28"/>
        </w:rPr>
        <w:t>п. </w:t>
      </w:r>
      <w:r w:rsidR="00E1564B">
        <w:rPr>
          <w:rFonts w:ascii="Proxima Nova ExCn Rg" w:hAnsi="Proxima Nova ExCn Rg"/>
          <w:sz w:val="28"/>
          <w:szCs w:val="28"/>
        </w:rPr>
        <w:fldChar w:fldCharType="begin"/>
      </w:r>
      <w:r w:rsidR="00E1564B">
        <w:rPr>
          <w:rFonts w:ascii="Proxima Nova ExCn Rg" w:hAnsi="Proxima Nova ExCn Rg"/>
          <w:sz w:val="28"/>
          <w:szCs w:val="28"/>
        </w:rPr>
        <w:instrText xml:space="preserve"> REF _Ref21965053 \w \h </w:instrText>
      </w:r>
      <w:r w:rsidR="00E1564B">
        <w:rPr>
          <w:rFonts w:ascii="Proxima Nova ExCn Rg" w:hAnsi="Proxima Nova ExCn Rg"/>
          <w:sz w:val="28"/>
          <w:szCs w:val="28"/>
        </w:rPr>
      </w:r>
      <w:r w:rsidR="00E1564B">
        <w:rPr>
          <w:rFonts w:ascii="Proxima Nova ExCn Rg" w:hAnsi="Proxima Nova ExCn Rg"/>
          <w:sz w:val="28"/>
          <w:szCs w:val="28"/>
        </w:rPr>
        <w:fldChar w:fldCharType="separate"/>
      </w:r>
      <w:r w:rsidR="00E1564B">
        <w:rPr>
          <w:rFonts w:ascii="Proxima Nova ExCn Rg" w:hAnsi="Proxima Nova ExCn Rg"/>
          <w:sz w:val="28"/>
          <w:szCs w:val="28"/>
        </w:rPr>
        <w:t>2.2</w:t>
      </w:r>
      <w:r w:rsidR="00E1564B"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>настоящего Порядка.</w:t>
      </w:r>
    </w:p>
    <w:p w14:paraId="01F4F278" w14:textId="77777777" w:rsidR="004E4B21" w:rsidRPr="005926A8" w:rsidRDefault="004E4B21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4E4B21">
        <w:rPr>
          <w:rFonts w:ascii="Proxima Nova ExCn Rg" w:hAnsi="Proxima Nova ExCn Rg"/>
          <w:sz w:val="28"/>
          <w:szCs w:val="28"/>
        </w:rPr>
        <w:t xml:space="preserve">При проведении закупки на ЗЭТП Инициатор закупки </w:t>
      </w:r>
      <w:r>
        <w:rPr>
          <w:rFonts w:ascii="Proxima Nova ExCn Rg" w:hAnsi="Proxima Nova ExCn Rg"/>
          <w:sz w:val="28"/>
          <w:szCs w:val="28"/>
        </w:rPr>
        <w:t>формирует перечень поставщиков из числа лиц, аккредитованных на ЗЭТП</w:t>
      </w:r>
      <w:r w:rsidRPr="004E4B21">
        <w:rPr>
          <w:rFonts w:ascii="Proxima Nova ExCn Rg" w:hAnsi="Proxima Nova ExCn Rg"/>
          <w:sz w:val="28"/>
          <w:szCs w:val="28"/>
        </w:rPr>
        <w:t>.</w:t>
      </w:r>
    </w:p>
    <w:p w14:paraId="2D06A330" w14:textId="2569A246" w:rsidR="003B4259" w:rsidRDefault="003B4259" w:rsidP="00E1564B">
      <w:pPr>
        <w:pStyle w:val="ConsPlusNormal"/>
        <w:numPr>
          <w:ilvl w:val="1"/>
          <w:numId w:val="1"/>
        </w:numPr>
        <w:tabs>
          <w:tab w:val="left" w:pos="851"/>
          <w:tab w:val="left" w:pos="993"/>
        </w:tabs>
        <w:spacing w:before="120"/>
        <w:ind w:left="0" w:firstLine="567"/>
        <w:jc w:val="both"/>
        <w:rPr>
          <w:rFonts w:ascii="Proxima Nova ExCn Rg" w:hAnsi="Proxima Nova ExCn Rg"/>
          <w:sz w:val="28"/>
          <w:szCs w:val="28"/>
        </w:rPr>
      </w:pPr>
      <w:bookmarkStart w:id="9" w:name="P81"/>
      <w:bookmarkStart w:id="10" w:name="_Ref21965679"/>
      <w:bookmarkEnd w:id="9"/>
      <w:r w:rsidRPr="005926A8">
        <w:rPr>
          <w:rFonts w:ascii="Proxima Nova ExCn Rg" w:hAnsi="Proxima Nova ExCn Rg"/>
          <w:sz w:val="28"/>
          <w:szCs w:val="28"/>
        </w:rPr>
        <w:t>Инициатор закупки проверяет поставщиков, включенных в проект Перечня поставщиков, на предмет обнаружения:</w:t>
      </w:r>
      <w:bookmarkEnd w:id="10"/>
    </w:p>
    <w:p w14:paraId="72AF27C0" w14:textId="3E8189B4" w:rsidR="003B4259" w:rsidRPr="005926A8" w:rsidRDefault="003B4259" w:rsidP="00E1564B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bookmarkStart w:id="11" w:name="_Ref21965673"/>
      <w:r w:rsidRPr="005926A8">
        <w:rPr>
          <w:rFonts w:ascii="Proxima Nova ExCn Rg" w:hAnsi="Proxima Nova ExCn Rg"/>
          <w:sz w:val="28"/>
          <w:szCs w:val="28"/>
        </w:rPr>
        <w:t xml:space="preserve">поставщиков, сведения о которых содержатся в реестре недобросовестных поставщиков (подрядчиков, исполнителей), предусмотренном Законом </w:t>
      </w:r>
      <w:hyperlink r:id="rId12" w:history="1">
        <w:r w:rsidRPr="005926A8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и/или в реестре недобросовестных поставщиков, предусмотренном Законом </w:t>
      </w:r>
      <w:hyperlink r:id="rId13" w:history="1">
        <w:r w:rsidRPr="005926A8">
          <w:rPr>
            <w:rFonts w:ascii="Proxima Nova ExCn Rg" w:hAnsi="Proxima Nova ExCn Rg"/>
            <w:sz w:val="28"/>
            <w:szCs w:val="28"/>
          </w:rPr>
          <w:t>44-ФЗ</w:t>
        </w:r>
      </w:hyperlink>
      <w:proofErr w:type="gramStart"/>
      <w:r w:rsidR="00165A37">
        <w:rPr>
          <w:rFonts w:ascii="Proxima Nova ExCn Rg" w:hAnsi="Proxima Nova ExCn Rg"/>
          <w:sz w:val="28"/>
          <w:szCs w:val="28"/>
        </w:rPr>
        <w:t xml:space="preserve">, </w:t>
      </w:r>
      <w:r w:rsidRPr="005926A8">
        <w:rPr>
          <w:rFonts w:ascii="Proxima Nova ExCn Rg" w:hAnsi="Proxima Nova ExCn Rg"/>
          <w:sz w:val="28"/>
          <w:szCs w:val="28"/>
        </w:rPr>
        <w:t>;</w:t>
      </w:r>
      <w:bookmarkEnd w:id="11"/>
      <w:proofErr w:type="gramEnd"/>
    </w:p>
    <w:p w14:paraId="62BEE071" w14:textId="4DEEF868" w:rsidR="00EF36F7" w:rsidRDefault="003B4259" w:rsidP="00E1564B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bookmarkStart w:id="12" w:name="_Ref21965675"/>
      <w:r w:rsidRPr="005926A8">
        <w:rPr>
          <w:rFonts w:ascii="Proxima Nova ExCn Rg" w:hAnsi="Proxima Nova ExCn Rg"/>
          <w:sz w:val="28"/>
          <w:szCs w:val="28"/>
        </w:rPr>
        <w:t>поставщиков, не обладающих специальными допусками, разрешениями, лицензиями и прочими разрешительными документами, в случае если в соответствии с законодательством для поставки продукции требуется наличие таких документов</w:t>
      </w:r>
      <w:r w:rsidR="00EF36F7">
        <w:rPr>
          <w:rFonts w:ascii="Proxima Nova ExCn Rg" w:hAnsi="Proxima Nova ExCn Rg"/>
          <w:sz w:val="28"/>
          <w:szCs w:val="28"/>
        </w:rPr>
        <w:t>;</w:t>
      </w:r>
      <w:bookmarkEnd w:id="12"/>
    </w:p>
    <w:p w14:paraId="4494F440" w14:textId="6E5C8E9E" w:rsidR="003B4259" w:rsidRPr="005926A8" w:rsidRDefault="00EF36F7" w:rsidP="00E1564B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spacing w:before="120"/>
        <w:jc w:val="both"/>
        <w:rPr>
          <w:rFonts w:ascii="Proxima Nova ExCn Rg" w:hAnsi="Proxima Nova ExCn Rg"/>
          <w:sz w:val="28"/>
          <w:szCs w:val="28"/>
        </w:rPr>
      </w:pPr>
      <w:bookmarkStart w:id="13" w:name="_Ref21965742"/>
      <w:r>
        <w:rPr>
          <w:rFonts w:ascii="Proxima Nova ExCn Rg" w:hAnsi="Proxima Nova ExCn Rg"/>
          <w:sz w:val="28"/>
          <w:szCs w:val="28"/>
        </w:rPr>
        <w:t>поставщиков, сведения о которых содержатся в реестре недобросовестных поставщиков Корпорации</w:t>
      </w:r>
      <w:r w:rsidR="003B4259" w:rsidRPr="005926A8">
        <w:rPr>
          <w:rFonts w:ascii="Proxima Nova ExCn Rg" w:hAnsi="Proxima Nova ExCn Rg"/>
          <w:sz w:val="28"/>
          <w:szCs w:val="28"/>
        </w:rPr>
        <w:t>.</w:t>
      </w:r>
      <w:bookmarkEnd w:id="13"/>
    </w:p>
    <w:p w14:paraId="42DD0BD5" w14:textId="5896BC6D" w:rsidR="00E1564B" w:rsidRDefault="00E1564B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Исключаются </w:t>
      </w:r>
      <w:r w:rsidR="00D009A1">
        <w:rPr>
          <w:rFonts w:ascii="Proxima Nova ExCn Rg" w:hAnsi="Proxima Nova ExCn Rg"/>
          <w:sz w:val="28"/>
          <w:szCs w:val="28"/>
        </w:rPr>
        <w:t>из проекта Перечня поставщиков:</w:t>
      </w:r>
    </w:p>
    <w:p w14:paraId="5B2FECA7" w14:textId="73055B16" w:rsidR="00D009A1" w:rsidRDefault="00D009A1" w:rsidP="007137ED">
      <w:pPr>
        <w:pStyle w:val="21"/>
        <w:numPr>
          <w:ilvl w:val="0"/>
          <w:numId w:val="8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поставщики, указанные в </w:t>
      </w:r>
      <w:proofErr w:type="spellStart"/>
      <w:r>
        <w:rPr>
          <w:rFonts w:ascii="Proxima Nova ExCn Rg" w:hAnsi="Proxima Nova ExCn Rg"/>
          <w:sz w:val="28"/>
          <w:szCs w:val="28"/>
        </w:rPr>
        <w:t>пп</w:t>
      </w:r>
      <w:proofErr w:type="spellEnd"/>
      <w:r>
        <w:rPr>
          <w:rFonts w:ascii="Proxima Nova ExCn Rg" w:hAnsi="Proxima Nova ExCn Rg"/>
          <w:sz w:val="28"/>
          <w:szCs w:val="28"/>
        </w:rPr>
        <w:t>. 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_Ref21965673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(1)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, 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_Ref21965675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(2)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п. 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_Ref21965679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2.5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настоящего Порядка – при проведении закупки заказчиком </w:t>
      </w:r>
      <w:r>
        <w:rPr>
          <w:rFonts w:ascii="Proxima Nova ExCn Rg" w:hAnsi="Proxima Nova ExCn Rg"/>
          <w:sz w:val="28"/>
          <w:szCs w:val="28"/>
          <w:lang w:val="en-US"/>
        </w:rPr>
        <w:t>I</w:t>
      </w:r>
      <w:r>
        <w:rPr>
          <w:rFonts w:ascii="Proxima Nova ExCn Rg" w:hAnsi="Proxima Nova ExCn Rg"/>
          <w:sz w:val="28"/>
          <w:szCs w:val="28"/>
        </w:rPr>
        <w:t xml:space="preserve"> группы;</w:t>
      </w:r>
    </w:p>
    <w:p w14:paraId="53790C04" w14:textId="5C9728E0" w:rsidR="00D009A1" w:rsidRDefault="00D009A1" w:rsidP="007137ED">
      <w:pPr>
        <w:pStyle w:val="21"/>
        <w:numPr>
          <w:ilvl w:val="0"/>
          <w:numId w:val="8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sz w:val="28"/>
          <w:szCs w:val="28"/>
        </w:rPr>
        <w:t xml:space="preserve">поставщики, указанные в </w:t>
      </w:r>
      <w:proofErr w:type="spellStart"/>
      <w:r>
        <w:rPr>
          <w:rFonts w:ascii="Proxima Nova ExCn Rg" w:hAnsi="Proxima Nova ExCn Rg"/>
          <w:sz w:val="28"/>
          <w:szCs w:val="28"/>
        </w:rPr>
        <w:t>пп</w:t>
      </w:r>
      <w:proofErr w:type="spellEnd"/>
      <w:r>
        <w:rPr>
          <w:rFonts w:ascii="Proxima Nova ExCn Rg" w:hAnsi="Proxima Nova ExCn Rg"/>
          <w:sz w:val="28"/>
          <w:szCs w:val="28"/>
        </w:rPr>
        <w:t>. 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_Ref21965673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(1)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, 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_Ref21965675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(2)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, 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_Ref21965742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(3)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п. </w:t>
      </w:r>
      <w:r>
        <w:rPr>
          <w:rFonts w:ascii="Proxima Nova ExCn Rg" w:hAnsi="Proxima Nova ExCn Rg"/>
          <w:sz w:val="28"/>
          <w:szCs w:val="28"/>
        </w:rPr>
        <w:fldChar w:fldCharType="begin"/>
      </w:r>
      <w:r>
        <w:rPr>
          <w:rFonts w:ascii="Proxima Nova ExCn Rg" w:hAnsi="Proxima Nova ExCn Rg"/>
          <w:sz w:val="28"/>
          <w:szCs w:val="28"/>
        </w:rPr>
        <w:instrText xml:space="preserve"> REF _Ref21965679 \w \h </w:instrText>
      </w:r>
      <w:r>
        <w:rPr>
          <w:rFonts w:ascii="Proxima Nova ExCn Rg" w:hAnsi="Proxima Nova ExCn Rg"/>
          <w:sz w:val="28"/>
          <w:szCs w:val="28"/>
        </w:rPr>
      </w:r>
      <w:r>
        <w:rPr>
          <w:rFonts w:ascii="Proxima Nova ExCn Rg" w:hAnsi="Proxima Nova ExCn Rg"/>
          <w:sz w:val="28"/>
          <w:szCs w:val="28"/>
        </w:rPr>
        <w:fldChar w:fldCharType="separate"/>
      </w:r>
      <w:r>
        <w:rPr>
          <w:rFonts w:ascii="Proxima Nova ExCn Rg" w:hAnsi="Proxima Nova ExCn Rg"/>
          <w:sz w:val="28"/>
          <w:szCs w:val="28"/>
        </w:rPr>
        <w:t>2.5</w:t>
      </w:r>
      <w:r>
        <w:rPr>
          <w:rFonts w:ascii="Proxima Nova ExCn Rg" w:hAnsi="Proxima Nova ExCn Rg"/>
          <w:sz w:val="28"/>
          <w:szCs w:val="28"/>
        </w:rPr>
        <w:fldChar w:fldCharType="end"/>
      </w:r>
      <w:r>
        <w:rPr>
          <w:rFonts w:ascii="Proxima Nova ExCn Rg" w:hAnsi="Proxima Nova ExCn Rg"/>
          <w:sz w:val="28"/>
          <w:szCs w:val="28"/>
        </w:rPr>
        <w:t xml:space="preserve"> настоящего Порядка – при проведении закупок заказчиками </w:t>
      </w:r>
      <w:r>
        <w:rPr>
          <w:rFonts w:ascii="Proxima Nova ExCn Rg" w:hAnsi="Proxima Nova ExCn Rg"/>
          <w:sz w:val="28"/>
          <w:szCs w:val="28"/>
          <w:lang w:val="en-US"/>
        </w:rPr>
        <w:t>II</w:t>
      </w:r>
      <w:r w:rsidRPr="007137ED">
        <w:rPr>
          <w:rFonts w:ascii="Proxima Nova ExCn Rg" w:hAnsi="Proxima Nova ExCn Rg"/>
          <w:sz w:val="28"/>
          <w:szCs w:val="28"/>
        </w:rPr>
        <w:t xml:space="preserve"> </w:t>
      </w:r>
      <w:r>
        <w:rPr>
          <w:rFonts w:ascii="Proxima Nova ExCn Rg" w:hAnsi="Proxima Nova ExCn Rg"/>
          <w:sz w:val="28"/>
          <w:szCs w:val="28"/>
        </w:rPr>
        <w:t>группы.</w:t>
      </w:r>
    </w:p>
    <w:p w14:paraId="22D2F384" w14:textId="2C8AE519" w:rsidR="003B4259" w:rsidRPr="005926A8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bookmarkStart w:id="14" w:name="_GoBack"/>
      <w:bookmarkEnd w:id="14"/>
      <w:r w:rsidRPr="005926A8">
        <w:rPr>
          <w:rFonts w:ascii="Proxima Nova ExCn Rg" w:hAnsi="Proxima Nova ExCn Rg"/>
          <w:sz w:val="28"/>
          <w:szCs w:val="28"/>
        </w:rPr>
        <w:t>СПДБ осуществляет согласование поставщиков, включенных в проект Перечня поставщиков, сформированного Инициатором закупки. СПДБ вправе исключать поставщиков, включенных в проект Перечня поставщиков</w:t>
      </w:r>
      <w:r w:rsidR="00B04EA8">
        <w:rPr>
          <w:rFonts w:ascii="Proxima Nova ExCn Rg" w:hAnsi="Proxima Nova ExCn Rg"/>
          <w:sz w:val="28"/>
          <w:szCs w:val="28"/>
        </w:rPr>
        <w:t xml:space="preserve">, не соответствующих требованиям п. </w:t>
      </w:r>
      <w:r w:rsidR="00165A37">
        <w:rPr>
          <w:rFonts w:ascii="Proxima Nova ExCn Rg" w:hAnsi="Proxima Nova ExCn Rg"/>
          <w:sz w:val="28"/>
          <w:szCs w:val="28"/>
        </w:rPr>
        <w:fldChar w:fldCharType="begin"/>
      </w:r>
      <w:r w:rsidR="00165A37">
        <w:rPr>
          <w:rFonts w:ascii="Proxima Nova ExCn Rg" w:hAnsi="Proxima Nova ExCn Rg"/>
          <w:sz w:val="28"/>
          <w:szCs w:val="28"/>
        </w:rPr>
        <w:instrText xml:space="preserve"> REF _Ref21965679 \w \h </w:instrText>
      </w:r>
      <w:r w:rsidR="00165A37">
        <w:rPr>
          <w:rFonts w:ascii="Proxima Nova ExCn Rg" w:hAnsi="Proxima Nova ExCn Rg"/>
          <w:sz w:val="28"/>
          <w:szCs w:val="28"/>
        </w:rPr>
      </w:r>
      <w:r w:rsidR="00165A37">
        <w:rPr>
          <w:rFonts w:ascii="Proxima Nova ExCn Rg" w:hAnsi="Proxima Nova ExCn Rg"/>
          <w:sz w:val="28"/>
          <w:szCs w:val="28"/>
        </w:rPr>
        <w:fldChar w:fldCharType="separate"/>
      </w:r>
      <w:r w:rsidR="00165A37">
        <w:rPr>
          <w:rFonts w:ascii="Proxima Nova ExCn Rg" w:hAnsi="Proxima Nova ExCn Rg"/>
          <w:sz w:val="28"/>
          <w:szCs w:val="28"/>
        </w:rPr>
        <w:t>2.5</w:t>
      </w:r>
      <w:r w:rsidR="00165A37">
        <w:rPr>
          <w:rFonts w:ascii="Proxima Nova ExCn Rg" w:hAnsi="Proxima Nova ExCn Rg"/>
          <w:sz w:val="28"/>
          <w:szCs w:val="28"/>
        </w:rPr>
        <w:fldChar w:fldCharType="end"/>
      </w:r>
      <w:r w:rsidR="00165A37">
        <w:rPr>
          <w:rFonts w:ascii="Proxima Nova ExCn Rg" w:hAnsi="Proxima Nova ExCn Rg"/>
          <w:sz w:val="28"/>
          <w:szCs w:val="28"/>
        </w:rPr>
        <w:t xml:space="preserve"> </w:t>
      </w:r>
      <w:r w:rsidR="00B04EA8">
        <w:rPr>
          <w:rFonts w:ascii="Proxima Nova ExCn Rg" w:hAnsi="Proxima Nova ExCn Rg"/>
          <w:sz w:val="28"/>
          <w:szCs w:val="28"/>
        </w:rPr>
        <w:t>настоящего Порядка</w:t>
      </w:r>
      <w:r w:rsidRPr="005926A8">
        <w:rPr>
          <w:rFonts w:ascii="Proxima Nova ExCn Rg" w:hAnsi="Proxima Nova ExCn Rg"/>
          <w:sz w:val="28"/>
          <w:szCs w:val="28"/>
        </w:rPr>
        <w:t>.</w:t>
      </w:r>
    </w:p>
    <w:p w14:paraId="11D4C32E" w14:textId="0794A417" w:rsidR="003B4259" w:rsidRPr="005926A8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Минимальное количество потенциальных поставщиков для направления проекта Перечня поставщиков на утверждение должно составлять не менее 5 (пяти).</w:t>
      </w:r>
    </w:p>
    <w:p w14:paraId="2A508657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6E3E8E25" w14:textId="18D5ADB8" w:rsidR="003B4259" w:rsidRPr="00C530D4" w:rsidRDefault="003B4259" w:rsidP="001A4399">
      <w:pPr>
        <w:pStyle w:val="21"/>
        <w:numPr>
          <w:ilvl w:val="0"/>
          <w:numId w:val="1"/>
        </w:numPr>
        <w:spacing w:before="120" w:after="0" w:line="240" w:lineRule="auto"/>
        <w:jc w:val="center"/>
        <w:rPr>
          <w:rFonts w:ascii="Proxima Nova ExCn Rg" w:hAnsi="Proxima Nova ExCn Rg"/>
          <w:b/>
          <w:sz w:val="28"/>
          <w:szCs w:val="28"/>
        </w:rPr>
      </w:pPr>
      <w:r w:rsidRPr="00C530D4">
        <w:rPr>
          <w:rFonts w:ascii="Proxima Nova ExCn Rg" w:hAnsi="Proxima Nova ExCn Rg"/>
          <w:b/>
          <w:sz w:val="28"/>
        </w:rPr>
        <w:t>ПОРЯДОК УТВЕРЖДЕНИЯ ПЕРЕЧНЯ ПОСТАВЩИКОВ</w:t>
      </w:r>
    </w:p>
    <w:p w14:paraId="70E019C6" w14:textId="6C67ABF8" w:rsidR="003B4259" w:rsidRPr="005926A8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Сформированный проект Перечня поставщиков передается в составе запроса на проведение закупки для утверждения одновременно с утверждением </w:t>
      </w:r>
      <w:r w:rsidR="009502C5">
        <w:rPr>
          <w:rFonts w:ascii="Proxima Nova ExCn Rg" w:hAnsi="Proxima Nova ExCn Rg"/>
          <w:sz w:val="28"/>
          <w:szCs w:val="28"/>
        </w:rPr>
        <w:t xml:space="preserve">извещения, </w:t>
      </w:r>
      <w:r w:rsidRPr="005926A8">
        <w:rPr>
          <w:rFonts w:ascii="Proxima Nova ExCn Rg" w:hAnsi="Proxima Nova ExCn Rg"/>
          <w:sz w:val="28"/>
          <w:szCs w:val="28"/>
        </w:rPr>
        <w:t>документации о закупке.</w:t>
      </w:r>
    </w:p>
    <w:p w14:paraId="6049B657" w14:textId="603D29F9" w:rsidR="003B4259" w:rsidRPr="005926A8" w:rsidRDefault="003B4259" w:rsidP="001A4399">
      <w:pPr>
        <w:pStyle w:val="21"/>
        <w:numPr>
          <w:ilvl w:val="1"/>
          <w:numId w:val="1"/>
        </w:numPr>
        <w:tabs>
          <w:tab w:val="clear" w:pos="1134"/>
          <w:tab w:val="left" w:pos="567"/>
          <w:tab w:val="left" w:pos="993"/>
        </w:tabs>
        <w:spacing w:before="120" w:after="0" w:line="240" w:lineRule="auto"/>
        <w:ind w:left="0" w:firstLine="567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Порядок утверждения Перечня поставщиков аналогичен порядку утверждения </w:t>
      </w:r>
      <w:r w:rsidR="009502C5">
        <w:rPr>
          <w:rFonts w:ascii="Proxima Nova ExCn Rg" w:hAnsi="Proxima Nova ExCn Rg"/>
          <w:sz w:val="28"/>
          <w:szCs w:val="28"/>
        </w:rPr>
        <w:t xml:space="preserve">извещения, </w:t>
      </w:r>
      <w:r w:rsidRPr="005926A8">
        <w:rPr>
          <w:rFonts w:ascii="Proxima Nova ExCn Rg" w:hAnsi="Proxima Nova ExCn Rg"/>
          <w:sz w:val="28"/>
          <w:szCs w:val="28"/>
        </w:rPr>
        <w:t>документации о закупке.</w:t>
      </w:r>
    </w:p>
    <w:p w14:paraId="06E519BA" w14:textId="77777777" w:rsidR="003C77A1" w:rsidRDefault="003C77A1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  <w:sectPr w:rsidR="003C77A1" w:rsidSect="00037330">
          <w:footerReference w:type="default" r:id="rId14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E189A30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bookmarkStart w:id="15" w:name="P97"/>
      <w:bookmarkEnd w:id="15"/>
      <w:r w:rsidRPr="005926A8">
        <w:rPr>
          <w:rFonts w:ascii="Proxima Nova ExCn Rg" w:hAnsi="Proxima Nova ExCn Rg"/>
          <w:sz w:val="28"/>
          <w:szCs w:val="28"/>
        </w:rPr>
        <w:lastRenderedPageBreak/>
        <w:t>ПРИЛОЖЕНИЕ N 1</w:t>
      </w:r>
    </w:p>
    <w:p w14:paraId="30DFDDF5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1752D487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5FAFEE52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Перечень поставщиков, приглашаемых к участию в закупке _____________ [указывается информация о проводимой закупке]</w:t>
      </w:r>
    </w:p>
    <w:p w14:paraId="7B56B13A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47D9FE6C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1553"/>
        <w:gridCol w:w="1134"/>
        <w:gridCol w:w="2126"/>
        <w:gridCol w:w="1985"/>
        <w:gridCol w:w="1051"/>
        <w:gridCol w:w="1559"/>
        <w:gridCol w:w="1701"/>
        <w:gridCol w:w="1316"/>
        <w:gridCol w:w="1298"/>
      </w:tblGrid>
      <w:tr w:rsidR="005926A8" w:rsidRPr="00BE4C6C" w14:paraId="5CA6ED43" w14:textId="77777777" w:rsidTr="003C77A1">
        <w:trPr>
          <w:trHeight w:val="120"/>
        </w:trPr>
        <w:tc>
          <w:tcPr>
            <w:tcW w:w="3119" w:type="dxa"/>
            <w:gridSpan w:val="3"/>
          </w:tcPr>
          <w:p w14:paraId="110254EC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>Основание для формирования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 xml:space="preserve"> </w:t>
            </w:r>
            <w:r w:rsidRPr="005926A8">
              <w:rPr>
                <w:rFonts w:ascii="Proxima Nova ExCn Rg" w:hAnsi="Proxima Nova ExCn Rg"/>
                <w:sz w:val="28"/>
                <w:szCs w:val="28"/>
              </w:rPr>
              <w:t>Перечня поставщиков</w:t>
            </w:r>
          </w:p>
        </w:tc>
        <w:tc>
          <w:tcPr>
            <w:tcW w:w="11036" w:type="dxa"/>
            <w:gridSpan w:val="7"/>
          </w:tcPr>
          <w:p w14:paraId="2180937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_______ [указывается соответствующее основание, например, 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>реквизиты акта Правительства Р</w:t>
            </w: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оссийской Федерации] </w:t>
            </w:r>
          </w:p>
        </w:tc>
      </w:tr>
      <w:tr w:rsidR="005926A8" w:rsidRPr="00BE4C6C" w14:paraId="29E920FE" w14:textId="77777777" w:rsidTr="003C77A1">
        <w:trPr>
          <w:trHeight w:val="120"/>
        </w:trPr>
        <w:tc>
          <w:tcPr>
            <w:tcW w:w="14155" w:type="dxa"/>
            <w:gridSpan w:val="10"/>
            <w:tcBorders>
              <w:top w:val="nil"/>
            </w:tcBorders>
          </w:tcPr>
          <w:p w14:paraId="0AE90ECA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Перечень поставщиков, приглашаемых к участию в закупке </w:t>
            </w:r>
          </w:p>
        </w:tc>
      </w:tr>
      <w:tr w:rsidR="005926A8" w:rsidRPr="00BE4C6C" w14:paraId="732E7EB8" w14:textId="77777777" w:rsidTr="003C77A1">
        <w:trPr>
          <w:trHeight w:val="120"/>
        </w:trPr>
        <w:tc>
          <w:tcPr>
            <w:tcW w:w="432" w:type="dxa"/>
            <w:tcBorders>
              <w:top w:val="nil"/>
            </w:tcBorders>
          </w:tcPr>
          <w:p w14:paraId="6FA3804B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N п/п </w:t>
            </w:r>
          </w:p>
        </w:tc>
        <w:tc>
          <w:tcPr>
            <w:tcW w:w="1553" w:type="dxa"/>
            <w:tcBorders>
              <w:top w:val="nil"/>
            </w:tcBorders>
          </w:tcPr>
          <w:p w14:paraId="6E7DBD25" w14:textId="77777777" w:rsidR="003B4259" w:rsidRPr="005926A8" w:rsidRDefault="003B4259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>Наименование продукции</w:t>
            </w:r>
          </w:p>
        </w:tc>
        <w:tc>
          <w:tcPr>
            <w:tcW w:w="1134" w:type="dxa"/>
            <w:tcBorders>
              <w:top w:val="nil"/>
            </w:tcBorders>
          </w:tcPr>
          <w:p w14:paraId="68CE370A" w14:textId="77777777" w:rsidR="003B4259" w:rsidRPr="005926A8" w:rsidRDefault="00055F8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Код по ОК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>П</w:t>
            </w:r>
            <w:r>
              <w:rPr>
                <w:rFonts w:ascii="Proxima Nova ExCn Rg" w:hAnsi="Proxima Nova ExCn Rg"/>
                <w:sz w:val="28"/>
                <w:szCs w:val="28"/>
              </w:rPr>
              <w:t>Д2</w:t>
            </w:r>
          </w:p>
        </w:tc>
        <w:tc>
          <w:tcPr>
            <w:tcW w:w="2126" w:type="dxa"/>
            <w:tcBorders>
              <w:top w:val="nil"/>
            </w:tcBorders>
          </w:tcPr>
          <w:p w14:paraId="4A226B8D" w14:textId="77777777"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Наименование </w:t>
            </w:r>
            <w:r w:rsidR="003B4259" w:rsidRPr="005926A8">
              <w:rPr>
                <w:rFonts w:ascii="Proxima Nova ExCn Rg" w:hAnsi="Proxima Nova ExCn Rg"/>
                <w:sz w:val="28"/>
                <w:szCs w:val="28"/>
              </w:rPr>
              <w:t xml:space="preserve">поставщика (полное и </w:t>
            </w:r>
            <w:r>
              <w:rPr>
                <w:rFonts w:ascii="Proxima Nova ExCn Rg" w:hAnsi="Proxima Nova ExCn Rg"/>
                <w:sz w:val="28"/>
                <w:szCs w:val="28"/>
              </w:rPr>
              <w:t>сокращенное)</w:t>
            </w:r>
          </w:p>
        </w:tc>
        <w:tc>
          <w:tcPr>
            <w:tcW w:w="1985" w:type="dxa"/>
            <w:tcBorders>
              <w:top w:val="nil"/>
            </w:tcBorders>
          </w:tcPr>
          <w:p w14:paraId="2584CFCC" w14:textId="77777777"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ИНН</w:t>
            </w:r>
          </w:p>
        </w:tc>
        <w:tc>
          <w:tcPr>
            <w:tcW w:w="1051" w:type="dxa"/>
            <w:tcBorders>
              <w:top w:val="nil"/>
            </w:tcBorders>
          </w:tcPr>
          <w:p w14:paraId="73249B33" w14:textId="77777777"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>Почтовый адрес</w:t>
            </w:r>
          </w:p>
        </w:tc>
        <w:tc>
          <w:tcPr>
            <w:tcW w:w="1559" w:type="dxa"/>
            <w:tcBorders>
              <w:top w:val="nil"/>
            </w:tcBorders>
          </w:tcPr>
          <w:p w14:paraId="5E62E86A" w14:textId="77777777" w:rsidR="003B4259" w:rsidRPr="005926A8" w:rsidRDefault="003B4259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>Адрес места нахождения</w:t>
            </w:r>
          </w:p>
        </w:tc>
        <w:tc>
          <w:tcPr>
            <w:tcW w:w="1701" w:type="dxa"/>
            <w:tcBorders>
              <w:top w:val="nil"/>
            </w:tcBorders>
          </w:tcPr>
          <w:p w14:paraId="137B1223" w14:textId="77777777"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ФИО </w:t>
            </w:r>
            <w:r w:rsidR="003B4259" w:rsidRPr="005926A8">
              <w:rPr>
                <w:rFonts w:ascii="Proxima Nova ExCn Rg" w:hAnsi="Proxima Nova ExCn Rg"/>
                <w:sz w:val="28"/>
                <w:szCs w:val="28"/>
              </w:rPr>
              <w:t>контактного лица</w:t>
            </w:r>
          </w:p>
        </w:tc>
        <w:tc>
          <w:tcPr>
            <w:tcW w:w="1316" w:type="dxa"/>
            <w:tcBorders>
              <w:top w:val="nil"/>
            </w:tcBorders>
          </w:tcPr>
          <w:p w14:paraId="73738435" w14:textId="77777777" w:rsidR="003B4259" w:rsidRPr="005926A8" w:rsidRDefault="003B4259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Должность контактного </w:t>
            </w:r>
            <w:r w:rsidR="003C77A1">
              <w:rPr>
                <w:rFonts w:ascii="Proxima Nova ExCn Rg" w:hAnsi="Proxima Nova ExCn Rg"/>
                <w:sz w:val="28"/>
                <w:szCs w:val="28"/>
              </w:rPr>
              <w:t>лица</w:t>
            </w:r>
          </w:p>
        </w:tc>
        <w:tc>
          <w:tcPr>
            <w:tcW w:w="1298" w:type="dxa"/>
            <w:tcBorders>
              <w:top w:val="nil"/>
            </w:tcBorders>
          </w:tcPr>
          <w:p w14:paraId="31A3C7A3" w14:textId="77777777" w:rsidR="003B4259" w:rsidRPr="005926A8" w:rsidRDefault="003C77A1" w:rsidP="00EF36F7">
            <w:pPr>
              <w:pStyle w:val="ConsPlusNonformat"/>
              <w:jc w:val="center"/>
              <w:rPr>
                <w:rFonts w:ascii="Proxima Nova ExCn Rg" w:hAnsi="Proxima Nova ExCn Rg"/>
                <w:sz w:val="28"/>
                <w:szCs w:val="28"/>
              </w:rPr>
            </w:pPr>
            <w:r>
              <w:rPr>
                <w:rFonts w:ascii="Proxima Nova ExCn Rg" w:hAnsi="Proxima Nova ExCn Rg"/>
                <w:sz w:val="28"/>
                <w:szCs w:val="28"/>
              </w:rPr>
              <w:t xml:space="preserve">Адрес </w:t>
            </w:r>
            <w:r w:rsidR="003B4259" w:rsidRPr="005926A8">
              <w:rPr>
                <w:rFonts w:ascii="Proxima Nova ExCn Rg" w:hAnsi="Proxima Nova ExCn Rg"/>
                <w:sz w:val="28"/>
                <w:szCs w:val="28"/>
              </w:rPr>
              <w:t>электронной</w:t>
            </w:r>
            <w:r>
              <w:rPr>
                <w:rFonts w:ascii="Proxima Nova ExCn Rg" w:hAnsi="Proxima Nova ExCn Rg"/>
                <w:sz w:val="28"/>
                <w:szCs w:val="28"/>
              </w:rPr>
              <w:t xml:space="preserve"> почты</w:t>
            </w:r>
          </w:p>
        </w:tc>
      </w:tr>
      <w:tr w:rsidR="005926A8" w:rsidRPr="00BE4C6C" w14:paraId="3B5BA585" w14:textId="77777777" w:rsidTr="003C77A1">
        <w:trPr>
          <w:trHeight w:val="120"/>
        </w:trPr>
        <w:tc>
          <w:tcPr>
            <w:tcW w:w="432" w:type="dxa"/>
            <w:vMerge w:val="restart"/>
            <w:tcBorders>
              <w:top w:val="nil"/>
            </w:tcBorders>
          </w:tcPr>
          <w:p w14:paraId="59C0561F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1.  </w:t>
            </w:r>
          </w:p>
        </w:tc>
        <w:tc>
          <w:tcPr>
            <w:tcW w:w="1553" w:type="dxa"/>
            <w:vMerge w:val="restart"/>
            <w:tcBorders>
              <w:top w:val="nil"/>
            </w:tcBorders>
          </w:tcPr>
          <w:p w14:paraId="42B4D813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14:paraId="2ED23190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50C420E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F30061B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406703C3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4B083465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14CED764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5E29E2DB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07F0C8FF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40C42D96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45E9B2B6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3179D054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939E2AF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CBA27F2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7C9B369E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698B4514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1EE60FDF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7AFB9E4C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21F4C3F8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460ECC66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1CD86550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4115A6BD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76AA72EE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407FF3D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41D7747E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19CDB7F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799D42D1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21194829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61F2120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1EAB6FAA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31E798A9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5C86BA57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34B36057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6083BEDF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93E65FA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29DAF00E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4F380075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32766B43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03FDAC41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5C5F4F5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06532F74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40501D74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6F8478F2" w14:textId="77777777" w:rsidTr="003C77A1">
        <w:trPr>
          <w:trHeight w:val="120"/>
        </w:trPr>
        <w:tc>
          <w:tcPr>
            <w:tcW w:w="432" w:type="dxa"/>
            <w:vMerge w:val="restart"/>
            <w:tcBorders>
              <w:top w:val="nil"/>
            </w:tcBorders>
          </w:tcPr>
          <w:p w14:paraId="37A77538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  <w:r w:rsidRPr="005926A8">
              <w:rPr>
                <w:rFonts w:ascii="Proxima Nova ExCn Rg" w:hAnsi="Proxima Nova ExCn Rg"/>
                <w:sz w:val="28"/>
                <w:szCs w:val="28"/>
              </w:rPr>
              <w:t xml:space="preserve">2.  </w:t>
            </w:r>
          </w:p>
        </w:tc>
        <w:tc>
          <w:tcPr>
            <w:tcW w:w="1553" w:type="dxa"/>
            <w:vMerge w:val="restart"/>
            <w:tcBorders>
              <w:top w:val="nil"/>
            </w:tcBorders>
          </w:tcPr>
          <w:p w14:paraId="2E48C87A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nil"/>
            </w:tcBorders>
          </w:tcPr>
          <w:p w14:paraId="393FAFB6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5B44A638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73A988A9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49EC9ED3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1595DFFE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31BED6DC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0145899F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63BD481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19286EE4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4820BD3F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2B08F1EE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1135FB59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5EF84E89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76E9C95D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01DEEEB3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6077EA85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736CD193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30B0DC67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0C0439C2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6035C7FE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3F32E922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1F26A20F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2823D1B9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0131697F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5FA8E4F5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6D647134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4157DA44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625D3EA3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2E38EE8C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592449F3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  <w:tr w:rsidR="005926A8" w:rsidRPr="00BE4C6C" w14:paraId="26CB3D10" w14:textId="77777777" w:rsidTr="003C77A1">
        <w:tc>
          <w:tcPr>
            <w:tcW w:w="432" w:type="dxa"/>
            <w:vMerge/>
            <w:tcBorders>
              <w:top w:val="nil"/>
            </w:tcBorders>
          </w:tcPr>
          <w:p w14:paraId="0A463784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3" w:type="dxa"/>
            <w:vMerge/>
            <w:tcBorders>
              <w:top w:val="nil"/>
            </w:tcBorders>
          </w:tcPr>
          <w:p w14:paraId="42CC6712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369AE625" w14:textId="77777777" w:rsidR="003B4259" w:rsidRPr="00BE4C6C" w:rsidRDefault="003B4259" w:rsidP="00EF36F7">
            <w:pPr>
              <w:widowControl w:val="0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14:paraId="6F7BF3A7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013F4230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051" w:type="dxa"/>
            <w:tcBorders>
              <w:top w:val="nil"/>
            </w:tcBorders>
          </w:tcPr>
          <w:p w14:paraId="72DAC9EE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14:paraId="4E81ACE4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5FD28EC1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nil"/>
            </w:tcBorders>
          </w:tcPr>
          <w:p w14:paraId="2BBB597B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</w:tcBorders>
          </w:tcPr>
          <w:p w14:paraId="4D649594" w14:textId="77777777" w:rsidR="003B4259" w:rsidRPr="005926A8" w:rsidRDefault="003B4259" w:rsidP="00EF36F7">
            <w:pPr>
              <w:pStyle w:val="ConsPlusNonformat"/>
              <w:rPr>
                <w:rFonts w:ascii="Proxima Nova ExCn Rg" w:hAnsi="Proxima Nova ExCn Rg"/>
                <w:sz w:val="28"/>
                <w:szCs w:val="28"/>
              </w:rPr>
            </w:pPr>
          </w:p>
        </w:tc>
      </w:tr>
    </w:tbl>
    <w:p w14:paraId="5DF250AC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</w:p>
    <w:p w14:paraId="340DC9BA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1000A5FC" w14:textId="77777777" w:rsidR="003C77A1" w:rsidRDefault="003C77A1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  <w:sectPr w:rsidR="003C77A1" w:rsidSect="003C77A1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03EC7DFB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  <w:bookmarkStart w:id="16" w:name="P134"/>
      <w:bookmarkEnd w:id="16"/>
      <w:r w:rsidRPr="005926A8">
        <w:rPr>
          <w:rFonts w:ascii="Proxima Nova ExCn Rg" w:hAnsi="Proxima Nova ExCn Rg"/>
          <w:sz w:val="28"/>
          <w:szCs w:val="28"/>
        </w:rPr>
        <w:lastRenderedPageBreak/>
        <w:t>ПРИЛОЖЕНИЕ N 2</w:t>
      </w:r>
      <w:r w:rsidR="00BE4C6C">
        <w:rPr>
          <w:rStyle w:val="ac"/>
          <w:rFonts w:ascii="Proxima Nova ExCn Rg" w:hAnsi="Proxima Nova ExCn Rg"/>
          <w:sz w:val="28"/>
          <w:szCs w:val="28"/>
        </w:rPr>
        <w:footnoteReference w:id="1"/>
      </w:r>
    </w:p>
    <w:p w14:paraId="22A9B9F6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644FD98C" w14:textId="77777777" w:rsidR="003B4259" w:rsidRPr="005926A8" w:rsidRDefault="003B4259" w:rsidP="00EF36F7">
      <w:pPr>
        <w:pStyle w:val="ConsPlusNormal"/>
        <w:jc w:val="right"/>
        <w:rPr>
          <w:rFonts w:ascii="Proxima Nova ExCn Rg" w:hAnsi="Proxima Nova ExCn Rg"/>
          <w:sz w:val="28"/>
          <w:szCs w:val="28"/>
        </w:rPr>
      </w:pPr>
    </w:p>
    <w:p w14:paraId="6659BF20" w14:textId="77777777" w:rsidR="003B4259" w:rsidRPr="005926A8" w:rsidRDefault="003B4259" w:rsidP="00EF36F7">
      <w:pPr>
        <w:pStyle w:val="ConsPlusTitle"/>
        <w:jc w:val="center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ПРИГЛАШЕНИЕ ДЛЯ УЧАСТИЯ В ЗАКРЫТОЙ ПРОЦЕДУРЕ ЗАКУПКИ</w:t>
      </w:r>
    </w:p>
    <w:p w14:paraId="1C0624B7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Заказчик [указывается наименование заказчика] в ближайшее время планирует провести процедуру закупки в закрытой форме.</w:t>
      </w:r>
    </w:p>
    <w:p w14:paraId="32BB3E26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Краткая информация о закупке:</w:t>
      </w:r>
    </w:p>
    <w:p w14:paraId="544BFE16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__________ [указывается информация о предмете закупки];</w:t>
      </w:r>
    </w:p>
    <w:p w14:paraId="025F7A5F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__________ [указываются требования о наличии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документов].</w:t>
      </w:r>
    </w:p>
    <w:p w14:paraId="23E642F7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Просим всех лиц, заинтересованных в участии в вышеуказанной закупке, представить в свободной форме свои данные для формирования Перечня поставщиков - участников закрытой закупки, в том числе:</w:t>
      </w:r>
    </w:p>
    <w:p w14:paraId="53A3B6E7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(1) Полное и сокращенное наименование;</w:t>
      </w:r>
    </w:p>
    <w:p w14:paraId="4AAC9D1A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(2) ИНН;</w:t>
      </w:r>
    </w:p>
    <w:p w14:paraId="5B13B879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(3) Почтовый адрес;</w:t>
      </w:r>
    </w:p>
    <w:p w14:paraId="1E98E57B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(4) Адрес места нахождения;</w:t>
      </w:r>
    </w:p>
    <w:p w14:paraId="6AA86C42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(5) ФИО контактного лица;</w:t>
      </w:r>
    </w:p>
    <w:p w14:paraId="5A4E123E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(6) Должность контактного лица;</w:t>
      </w:r>
    </w:p>
    <w:p w14:paraId="001EAE71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(7) Адрес электронной почты;</w:t>
      </w:r>
    </w:p>
    <w:p w14:paraId="3416D754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(8) Копии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 [указывается при установлении требования о наличии у поставщика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документов].</w:t>
      </w:r>
    </w:p>
    <w:p w14:paraId="6B4F86C8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Информируем, что направленная информация не будет рассматриваться в качестве заявки на участие в процедуре закупки или оферты на заключение договора и не дает в дальнейшем каких-либо преимуществ для лиц, предоставивших такую информацию.</w:t>
      </w:r>
    </w:p>
    <w:p w14:paraId="64F2AA01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Указанное сообщение не является публичной офертой.</w:t>
      </w:r>
    </w:p>
    <w:p w14:paraId="4C70D23D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Сообщаем всем заинтересованным лицам, что не будут учитываться предложения:</w:t>
      </w:r>
    </w:p>
    <w:p w14:paraId="1F3E3AE4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(1) полученные по окончании установленного срока подачи предложений;</w:t>
      </w:r>
    </w:p>
    <w:p w14:paraId="3165F04E" w14:textId="747A2F99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(2) полученные от лиц, сведения о которых включены в реестр недобросовестных поставщиков согласно Закону </w:t>
      </w:r>
      <w:hyperlink r:id="rId15" w:history="1">
        <w:r w:rsidRPr="005926A8">
          <w:rPr>
            <w:rFonts w:ascii="Proxima Nova ExCn Rg" w:hAnsi="Proxima Nova ExCn Rg"/>
            <w:sz w:val="28"/>
            <w:szCs w:val="28"/>
          </w:rPr>
          <w:t>223-ФЗ</w:t>
        </w:r>
      </w:hyperlink>
      <w:r w:rsidRPr="005926A8">
        <w:rPr>
          <w:rFonts w:ascii="Proxima Nova ExCn Rg" w:hAnsi="Proxima Nova ExCn Rg"/>
          <w:sz w:val="28"/>
          <w:szCs w:val="28"/>
        </w:rPr>
        <w:t xml:space="preserve"> и/или Закону </w:t>
      </w:r>
      <w:hyperlink r:id="rId16" w:history="1">
        <w:r w:rsidRPr="005926A8">
          <w:rPr>
            <w:rFonts w:ascii="Proxima Nova ExCn Rg" w:hAnsi="Proxima Nova ExCn Rg"/>
            <w:sz w:val="28"/>
            <w:szCs w:val="28"/>
          </w:rPr>
          <w:t>44-ФЗ</w:t>
        </w:r>
      </w:hyperlink>
      <w:r w:rsidR="00165A37">
        <w:rPr>
          <w:rFonts w:ascii="Proxima Nova ExCn Rg" w:hAnsi="Proxima Nova ExCn Rg"/>
          <w:sz w:val="28"/>
          <w:szCs w:val="28"/>
        </w:rPr>
        <w:t>, в реестре недобросовестных поставщиков Государственной корпорации «Ростех»</w:t>
      </w:r>
      <w:r w:rsidRPr="005926A8">
        <w:rPr>
          <w:rFonts w:ascii="Proxima Nova ExCn Rg" w:hAnsi="Proxima Nova ExCn Rg"/>
          <w:sz w:val="28"/>
          <w:szCs w:val="28"/>
        </w:rPr>
        <w:t>;</w:t>
      </w:r>
    </w:p>
    <w:p w14:paraId="2EC0B202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(</w:t>
      </w:r>
      <w:r w:rsidR="00CD71BB">
        <w:rPr>
          <w:rFonts w:ascii="Proxima Nova ExCn Rg" w:hAnsi="Proxima Nova ExCn Rg"/>
          <w:sz w:val="28"/>
          <w:szCs w:val="28"/>
        </w:rPr>
        <w:t>3</w:t>
      </w:r>
      <w:r w:rsidRPr="005926A8">
        <w:rPr>
          <w:rFonts w:ascii="Proxima Nova ExCn Rg" w:hAnsi="Proxima Nova ExCn Rg"/>
          <w:sz w:val="28"/>
          <w:szCs w:val="28"/>
        </w:rPr>
        <w:t>) полученные от поставщика, не подтвердившего наличие у него специальных допусков, разрешений, лицензий и прочих разрешительных документов, в случае если в соответствии с законодательством для поставки продукции требуется наличие таких документов [указывается при установлении соответствующих требований].</w:t>
      </w:r>
    </w:p>
    <w:p w14:paraId="3179D01E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 xml:space="preserve">Рассмотрение поступивших предложений не предполагает какого-либо информирования (в </w:t>
      </w:r>
      <w:proofErr w:type="spellStart"/>
      <w:r w:rsidRPr="005926A8">
        <w:rPr>
          <w:rFonts w:ascii="Proxima Nova ExCn Rg" w:hAnsi="Proxima Nova ExCn Rg"/>
          <w:sz w:val="28"/>
          <w:szCs w:val="28"/>
        </w:rPr>
        <w:t>т.ч</w:t>
      </w:r>
      <w:proofErr w:type="spellEnd"/>
      <w:r w:rsidRPr="005926A8">
        <w:rPr>
          <w:rFonts w:ascii="Proxima Nova ExCn Rg" w:hAnsi="Proxima Nova ExCn Rg"/>
          <w:sz w:val="28"/>
          <w:szCs w:val="28"/>
        </w:rPr>
        <w:t>. публичного) лиц, подавших такие предложения и иных лиц о результатах рассмотрения.</w:t>
      </w:r>
    </w:p>
    <w:p w14:paraId="2931DD20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По результатам рассмотрения предложений заключение договора либо иного соглашения, влияющего на возникновения каких-либо обязательств, не осуществляется.</w:t>
      </w:r>
    </w:p>
    <w:p w14:paraId="78FCE060" w14:textId="77777777" w:rsidR="003B4259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Предложения принимаются по адресу электронной почты: __________ [указывается адрес электронной почты, Ф.И.О. и должность контактного лица специализированной организации].</w:t>
      </w:r>
    </w:p>
    <w:p w14:paraId="1838B538" w14:textId="77777777" w:rsidR="00037330" w:rsidRPr="005926A8" w:rsidRDefault="003B4259" w:rsidP="00EF36F7">
      <w:pPr>
        <w:pStyle w:val="ConsPlusNormal"/>
        <w:ind w:firstLine="540"/>
        <w:jc w:val="both"/>
        <w:rPr>
          <w:rFonts w:ascii="Proxima Nova ExCn Rg" w:hAnsi="Proxima Nova ExCn Rg"/>
          <w:sz w:val="28"/>
          <w:szCs w:val="28"/>
        </w:rPr>
      </w:pPr>
      <w:r w:rsidRPr="005926A8">
        <w:rPr>
          <w:rFonts w:ascii="Proxima Nova ExCn Rg" w:hAnsi="Proxima Nova ExCn Rg"/>
          <w:sz w:val="28"/>
          <w:szCs w:val="28"/>
        </w:rPr>
        <w:t>Срок подачи предложений: до __________ [указывается дата и время окончания приема предложений, но не менее 10 рабочих дней с момента размещения приглашения к участию в процедуре закупки на</w:t>
      </w:r>
      <w:r w:rsidR="003C77A1">
        <w:rPr>
          <w:rFonts w:ascii="Proxima Nova ExCn Rg" w:hAnsi="Proxima Nova ExCn Rg"/>
          <w:sz w:val="28"/>
          <w:szCs w:val="28"/>
        </w:rPr>
        <w:t xml:space="preserve"> официальном </w:t>
      </w:r>
      <w:r w:rsidRPr="005926A8">
        <w:rPr>
          <w:rFonts w:ascii="Proxima Nova ExCn Rg" w:hAnsi="Proxima Nova ExCn Rg"/>
          <w:sz w:val="28"/>
          <w:szCs w:val="28"/>
        </w:rPr>
        <w:t xml:space="preserve">сайте </w:t>
      </w:r>
      <w:r w:rsidR="003C77A1">
        <w:rPr>
          <w:rFonts w:ascii="Proxima Nova ExCn Rg" w:hAnsi="Proxima Nova ExCn Rg"/>
          <w:sz w:val="28"/>
          <w:szCs w:val="28"/>
        </w:rPr>
        <w:t>Заказчика</w:t>
      </w:r>
      <w:r w:rsidRPr="005926A8">
        <w:rPr>
          <w:rFonts w:ascii="Proxima Nova ExCn Rg" w:hAnsi="Proxima Nova ExCn Rg"/>
          <w:sz w:val="28"/>
          <w:szCs w:val="28"/>
        </w:rPr>
        <w:t>].</w:t>
      </w:r>
    </w:p>
    <w:sectPr w:rsidR="00037330" w:rsidRPr="005926A8" w:rsidSect="0003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A16BA5" w14:textId="77777777" w:rsidR="00244A28" w:rsidRDefault="00244A28" w:rsidP="00BE4C6C">
      <w:pPr>
        <w:spacing w:after="0" w:line="240" w:lineRule="auto"/>
      </w:pPr>
      <w:r>
        <w:separator/>
      </w:r>
    </w:p>
  </w:endnote>
  <w:endnote w:type="continuationSeparator" w:id="0">
    <w:p w14:paraId="36E9B0A7" w14:textId="77777777" w:rsidR="00244A28" w:rsidRDefault="00244A28" w:rsidP="00BE4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9108A1" w14:textId="77777777" w:rsidR="00B6558E" w:rsidRDefault="00B6558E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7137ED">
      <w:rPr>
        <w:noProof/>
      </w:rPr>
      <w:t>6</w:t>
    </w:r>
    <w:r>
      <w:fldChar w:fldCharType="end"/>
    </w:r>
  </w:p>
  <w:p w14:paraId="3904E746" w14:textId="77777777" w:rsidR="00B6558E" w:rsidRDefault="00B6558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C1C30C" w14:textId="77777777" w:rsidR="00244A28" w:rsidRDefault="00244A28" w:rsidP="00BE4C6C">
      <w:pPr>
        <w:spacing w:after="0" w:line="240" w:lineRule="auto"/>
      </w:pPr>
      <w:r>
        <w:separator/>
      </w:r>
    </w:p>
  </w:footnote>
  <w:footnote w:type="continuationSeparator" w:id="0">
    <w:p w14:paraId="6D27989E" w14:textId="77777777" w:rsidR="00244A28" w:rsidRDefault="00244A28" w:rsidP="00BE4C6C">
      <w:pPr>
        <w:spacing w:after="0" w:line="240" w:lineRule="auto"/>
      </w:pPr>
      <w:r>
        <w:continuationSeparator/>
      </w:r>
    </w:p>
  </w:footnote>
  <w:footnote w:id="1">
    <w:p w14:paraId="18FFF4A0" w14:textId="77777777" w:rsidR="004B757D" w:rsidRPr="00DD4BAC" w:rsidRDefault="004B757D">
      <w:pPr>
        <w:pStyle w:val="aa"/>
        <w:rPr>
          <w:rFonts w:ascii="Proxima Nova ExCn Rg" w:hAnsi="Proxima Nova ExCn Rg"/>
        </w:rPr>
      </w:pPr>
      <w:r w:rsidRPr="00DD4BAC">
        <w:rPr>
          <w:rStyle w:val="ac"/>
          <w:rFonts w:ascii="Proxima Nova ExCn Rg" w:hAnsi="Proxima Nova ExCn Rg"/>
        </w:rPr>
        <w:footnoteRef/>
      </w:r>
      <w:r w:rsidRPr="00DD4BAC">
        <w:rPr>
          <w:rFonts w:ascii="Proxima Nova ExCn Rg" w:hAnsi="Proxima Nova ExCn Rg"/>
        </w:rPr>
        <w:t xml:space="preserve"> Гриф секретности приглашения определяется в установленном порядке в зависимости от содержащейся информации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D4710"/>
    <w:multiLevelType w:val="multilevel"/>
    <w:tmpl w:val="D2988D40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118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3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9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1" w:hanging="2160"/>
      </w:pPr>
      <w:rPr>
        <w:rFonts w:cs="Times New Roman" w:hint="default"/>
      </w:rPr>
    </w:lvl>
  </w:abstractNum>
  <w:abstractNum w:abstractNumId="1" w15:restartNumberingAfterBreak="0">
    <w:nsid w:val="227172A3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3F5A2904"/>
    <w:multiLevelType w:val="hybridMultilevel"/>
    <w:tmpl w:val="0EEE0E18"/>
    <w:lvl w:ilvl="0" w:tplc="C20CCD56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28B172F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441F15F3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4F861528"/>
    <w:multiLevelType w:val="hybridMultilevel"/>
    <w:tmpl w:val="2ADC7F34"/>
    <w:lvl w:ilvl="0" w:tplc="2758D530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3102425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72EA5853"/>
    <w:multiLevelType w:val="hybridMultilevel"/>
    <w:tmpl w:val="8578B5A4"/>
    <w:lvl w:ilvl="0" w:tplc="5F465EA6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259"/>
    <w:rsid w:val="00016981"/>
    <w:rsid w:val="00037330"/>
    <w:rsid w:val="00055F81"/>
    <w:rsid w:val="000B68E9"/>
    <w:rsid w:val="000C00BD"/>
    <w:rsid w:val="00165A37"/>
    <w:rsid w:val="001A4399"/>
    <w:rsid w:val="001D7B97"/>
    <w:rsid w:val="001F6347"/>
    <w:rsid w:val="00210A09"/>
    <w:rsid w:val="00244A28"/>
    <w:rsid w:val="00275379"/>
    <w:rsid w:val="002A24E0"/>
    <w:rsid w:val="00373DA2"/>
    <w:rsid w:val="003835EB"/>
    <w:rsid w:val="003B4259"/>
    <w:rsid w:val="003C77A1"/>
    <w:rsid w:val="00403ABD"/>
    <w:rsid w:val="0044651C"/>
    <w:rsid w:val="00450598"/>
    <w:rsid w:val="004B757D"/>
    <w:rsid w:val="004E4B21"/>
    <w:rsid w:val="004F0A19"/>
    <w:rsid w:val="00503038"/>
    <w:rsid w:val="0057673F"/>
    <w:rsid w:val="005926A8"/>
    <w:rsid w:val="005C46DA"/>
    <w:rsid w:val="007137ED"/>
    <w:rsid w:val="00745349"/>
    <w:rsid w:val="00757080"/>
    <w:rsid w:val="007C3C79"/>
    <w:rsid w:val="00887BE4"/>
    <w:rsid w:val="009502C5"/>
    <w:rsid w:val="0095653F"/>
    <w:rsid w:val="00AF336B"/>
    <w:rsid w:val="00B04EA8"/>
    <w:rsid w:val="00B25E94"/>
    <w:rsid w:val="00B412D5"/>
    <w:rsid w:val="00B479B1"/>
    <w:rsid w:val="00B6558E"/>
    <w:rsid w:val="00BE4C6C"/>
    <w:rsid w:val="00C530D4"/>
    <w:rsid w:val="00C60209"/>
    <w:rsid w:val="00CA5007"/>
    <w:rsid w:val="00CD71BB"/>
    <w:rsid w:val="00D009A1"/>
    <w:rsid w:val="00D5429F"/>
    <w:rsid w:val="00DA0E52"/>
    <w:rsid w:val="00DD4BAC"/>
    <w:rsid w:val="00E1564B"/>
    <w:rsid w:val="00E33C37"/>
    <w:rsid w:val="00EF36F7"/>
    <w:rsid w:val="00F53F4E"/>
    <w:rsid w:val="00F91604"/>
    <w:rsid w:val="00FC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EECA4"/>
  <w15:chartTrackingRefBased/>
  <w15:docId w15:val="{D889B92E-4E4B-427A-B5EE-1A0F98D21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37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25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3B425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3B425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3B425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Balloon Text"/>
    <w:basedOn w:val="a"/>
    <w:link w:val="a4"/>
    <w:uiPriority w:val="99"/>
    <w:semiHidden/>
    <w:unhideWhenUsed/>
    <w:rsid w:val="00CD7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CD71BB"/>
    <w:rPr>
      <w:rFonts w:ascii="Segoe UI" w:hAnsi="Segoe UI" w:cs="Segoe UI"/>
      <w:sz w:val="18"/>
      <w:szCs w:val="18"/>
    </w:rPr>
  </w:style>
  <w:style w:type="character" w:styleId="a5">
    <w:name w:val="annotation reference"/>
    <w:uiPriority w:val="99"/>
    <w:semiHidden/>
    <w:unhideWhenUsed/>
    <w:rsid w:val="0074534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4534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link w:val="a6"/>
    <w:uiPriority w:val="99"/>
    <w:semiHidden/>
    <w:rsid w:val="0074534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45349"/>
    <w:rPr>
      <w:b/>
      <w:bCs/>
    </w:rPr>
  </w:style>
  <w:style w:type="character" w:customStyle="1" w:styleId="a9">
    <w:name w:val="Тема примечания Знак"/>
    <w:link w:val="a8"/>
    <w:uiPriority w:val="99"/>
    <w:semiHidden/>
    <w:rsid w:val="00745349"/>
    <w:rPr>
      <w:b/>
      <w:bCs/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BE4C6C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rsid w:val="00BE4C6C"/>
    <w:rPr>
      <w:sz w:val="20"/>
      <w:szCs w:val="20"/>
    </w:rPr>
  </w:style>
  <w:style w:type="character" w:styleId="ac">
    <w:name w:val="footnote reference"/>
    <w:uiPriority w:val="99"/>
    <w:semiHidden/>
    <w:unhideWhenUsed/>
    <w:rsid w:val="00BE4C6C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B6558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B6558E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B6558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B6558E"/>
    <w:rPr>
      <w:sz w:val="22"/>
      <w:szCs w:val="22"/>
      <w:lang w:eastAsia="en-US"/>
    </w:rPr>
  </w:style>
  <w:style w:type="paragraph" w:customStyle="1" w:styleId="2">
    <w:name w:val="[Ростех] Наименование Раздела (Уровень 2)"/>
    <w:link w:val="20"/>
    <w:uiPriority w:val="99"/>
    <w:qFormat/>
    <w:rsid w:val="00EF36F7"/>
    <w:pPr>
      <w:keepNext/>
      <w:keepLines/>
      <w:suppressAutoHyphens/>
      <w:spacing w:before="240" w:after="160" w:line="259" w:lineRule="auto"/>
      <w:ind w:left="8506" w:hanging="1134"/>
      <w:jc w:val="center"/>
      <w:outlineLvl w:val="1"/>
    </w:pPr>
    <w:rPr>
      <w:rFonts w:ascii="Proxima Nova ExCn Rg" w:eastAsiaTheme="minorEastAsia" w:hAnsi="Proxima Nova ExCn Rg"/>
      <w:b/>
      <w:sz w:val="28"/>
      <w:szCs w:val="28"/>
    </w:rPr>
  </w:style>
  <w:style w:type="character" w:customStyle="1" w:styleId="20">
    <w:name w:val="[Ростех] Наименование Раздела (Уровень 2) Знак"/>
    <w:link w:val="2"/>
    <w:uiPriority w:val="99"/>
    <w:qFormat/>
    <w:rsid w:val="00EF36F7"/>
    <w:rPr>
      <w:rFonts w:ascii="Proxima Nova ExCn Rg" w:eastAsiaTheme="minorEastAsia" w:hAnsi="Proxima Nova ExCn Rg"/>
      <w:b/>
      <w:sz w:val="28"/>
      <w:szCs w:val="28"/>
    </w:rPr>
  </w:style>
  <w:style w:type="paragraph" w:customStyle="1" w:styleId="21">
    <w:name w:val="Пункт2"/>
    <w:basedOn w:val="a"/>
    <w:uiPriority w:val="99"/>
    <w:rsid w:val="00EF36F7"/>
    <w:pPr>
      <w:tabs>
        <w:tab w:val="left" w:pos="1134"/>
      </w:tabs>
      <w:spacing w:after="200" w:line="276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324F355260CC51E5DD3E0E49A756E1DDF2048FF13DD249405A5AF5A8764843319EB6CA07130167D4FDMBMCS" TargetMode="External"/><Relationship Id="rId13" Type="http://schemas.openxmlformats.org/officeDocument/2006/relationships/hyperlink" Target="consultantplus://offline/ref=B0324F355260CC51E5DD21195CDD08E8D8FE5D84F13DDB1917580BA0A6734013798EF88F0A120167MDM2S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0324F355260CC51E5DD21195CDD08E8D8FF5C86FC30DB1917580BA0A6734013798EF88F0A120167MDM2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0324F355260CC51E5DD21195CDD08E8D8FE5D84F13DDB1917580BA0A6734013798EF88F0A120167MDM2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0324F355260CC51E5DD21195CDD08E8D8FE5D84F13DDB1917580BA0A6734013798EF88F0A120167MDM2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0324F355260CC51E5DD21195CDD08E8D8FF5C86FC30DB1917580BA0A6734013798EF88F0A120167MDM2S" TargetMode="External"/><Relationship Id="rId10" Type="http://schemas.openxmlformats.org/officeDocument/2006/relationships/hyperlink" Target="consultantplus://offline/ref=B0324F355260CC51E5DD21195CDD08E8D8FF5C86FC30DB1917580BA0A6734013798EF88F0A120167MDM2S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0324F355260CC51E5DD3E0E49A756E1DDF2048FF13DD249405A5AF5A8764843319EB6CA07130167D4FDMBMC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4CE249-9437-4598-9A01-4B2ADA84D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9F59C784</Template>
  <TotalTime>1</TotalTime>
  <Pages>6</Pages>
  <Words>1704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11401</CharactersWithSpaces>
  <SharedDoc>false</SharedDoc>
  <HLinks>
    <vt:vector size="90" baseType="variant">
      <vt:variant>
        <vt:i4>7143527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consultantplus://offline/ref=B0324F355260CC51E5DD21195CDD08E8D8FE5D84F13DDB1917580BA0A6734013798EF88F0A120167MDM2S</vt:lpwstr>
      </vt:variant>
      <vt:variant>
        <vt:lpwstr/>
      </vt:variant>
      <vt:variant>
        <vt:i4>7143527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consultantplus://offline/ref=B0324F355260CC51E5DD21195CDD08E8D8FF5C86FC30DB1917580BA0A6734013798EF88F0A120167MDM2S</vt:lpwstr>
      </vt:variant>
      <vt:variant>
        <vt:lpwstr/>
      </vt:variant>
      <vt:variant>
        <vt:i4>3670128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P81</vt:lpwstr>
      </vt:variant>
      <vt:variant>
        <vt:i4>7143527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consultantplus://offline/ref=B0324F355260CC51E5DD21195CDD08E8D8FE5D84F13DDB1917580BA0A6734013798EF88F0A120167MDM2S</vt:lpwstr>
      </vt:variant>
      <vt:variant>
        <vt:lpwstr/>
      </vt:variant>
      <vt:variant>
        <vt:i4>7143527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consultantplus://offline/ref=B0324F355260CC51E5DD21195CDD08E8D8FF5C86FC30DB1917580BA0A6734013798EF88F0A120167MDM2S</vt:lpwstr>
      </vt:variant>
      <vt:variant>
        <vt:lpwstr/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7143527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consultantplus://offline/ref=B0324F355260CC51E5DD21195CDD08E8D8FE5D84F13DDB1917580BA0A6734013798EF88F0A120167MDM2S</vt:lpwstr>
      </vt:variant>
      <vt:variant>
        <vt:lpwstr/>
      </vt:variant>
      <vt:variant>
        <vt:i4>7143527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consultantplus://offline/ref=B0324F355260CC51E5DD21195CDD08E8D8FF5C86FC30DB1917580BA0A6734013798EF88F0A120167MDM2S</vt:lpwstr>
      </vt:variant>
      <vt:variant>
        <vt:lpwstr/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P134</vt:lpwstr>
      </vt:variant>
      <vt:variant>
        <vt:i4>3539056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3473520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P59</vt:lpwstr>
      </vt:variant>
      <vt:variant>
        <vt:i4>3473520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P53</vt:lpwstr>
      </vt:variant>
      <vt:variant>
        <vt:i4>3538994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consultantplus://offline/ref=B0324F355260CC51E5DD3E0E49A756E1DDF2048FF13DD249405A5AF5A8764843319EB6CA07130167D4FDMBMCS</vt:lpwstr>
      </vt:variant>
      <vt:variant>
        <vt:lpwstr/>
      </vt:variant>
      <vt:variant>
        <vt:i4>3735664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P97</vt:lpwstr>
      </vt:variant>
      <vt:variant>
        <vt:i4>3538994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consultantplus://offline/ref=B0324F355260CC51E5DD3E0E49A756E1DDF2048FF13DD249405A5AF5A8764843319EB6CA07130167D4FDMBMCS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Виталий Викторович</dc:creator>
  <cp:keywords/>
  <cp:lastModifiedBy>Кузнецов Виталий Викторович</cp:lastModifiedBy>
  <cp:revision>3</cp:revision>
  <cp:lastPrinted>2019-04-12T07:03:00Z</cp:lastPrinted>
  <dcterms:created xsi:type="dcterms:W3CDTF">2019-10-25T13:08:00Z</dcterms:created>
  <dcterms:modified xsi:type="dcterms:W3CDTF">2019-12-17T11:34:00Z</dcterms:modified>
</cp:coreProperties>
</file>